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65A883A0" wp14:editId="0CCE70F6">
                      <wp:simplePos x="0" y="0"/>
                      <wp:positionH relativeFrom="page">
                        <wp:posOffset>5502910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3175"/>
                      <wp:wrapNone/>
                      <wp:docPr id="2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3365" w:rsidRPr="00F835DA" w:rsidRDefault="00A03365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instrText xml:space="preserve"> MACROBUTTON  NoMacro [Enter text here, if required] </w:instrText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margin-left:433.3pt;margin-top:341.95pt;width:85.9pt;height:8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" filled="f" stroked="f" strokeweight=".5pt">
                      <v:textbox style="mso-fit-shape-to-text:t" inset="0,0,0,0">
                        <w:txbxContent>
                          <w:p w:rsidR="00A03365" w:rsidRPr="00F835DA" w:rsidRDefault="00A03365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instrText xml:space="preserve"> MACROBUTTON  NoMacro [Enter text here, if required] </w:instrText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66D04D0E" wp14:editId="6028FB0F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1270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3365" w:rsidRPr="00F835DA" w:rsidRDefault="00A03365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instrText xml:space="preserve"> MACROBUTTON  NoMacro [Enter text here, if required] </w:instrText>
                                  </w:r>
                                  <w:r w:rsidRPr="00B338A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7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" filled="f" stroked="f" strokeweight=".5pt">
                      <v:textbox style="mso-fit-shape-to-text:t" inset="0,0,0,0">
                        <w:txbxContent>
                          <w:p w:rsidR="00A03365" w:rsidRPr="00F835DA" w:rsidRDefault="00A03365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instrText xml:space="preserve"> MACROBUTTON  NoMacro [Enter text here, if required] </w:instrText>
                            </w:r>
                            <w:r w:rsidRPr="00B338A5">
                              <w:rPr>
                                <w:color w:val="000000"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B03161">
            <w:pPr>
              <w:pStyle w:val="CUSTOMBoldColumnHeading"/>
            </w:pPr>
            <w:r>
              <w:t xml:space="preserve">Assessed by: </w:t>
            </w:r>
            <w:r w:rsidR="00B03161">
              <w:rPr>
                <w:b w:val="0"/>
              </w:rPr>
              <w:t xml:space="preserve">Daniel Sims (CVS) and </w:t>
            </w:r>
            <w:proofErr w:type="spellStart"/>
            <w:r w:rsidR="00B03161">
              <w:rPr>
                <w:b w:val="0"/>
              </w:rPr>
              <w:t>Apurba</w:t>
            </w:r>
            <w:proofErr w:type="spellEnd"/>
            <w:r w:rsidR="00B03161">
              <w:rPr>
                <w:b w:val="0"/>
              </w:rPr>
              <w:t xml:space="preserve"> </w:t>
            </w:r>
            <w:proofErr w:type="spellStart"/>
            <w:r w:rsidR="00B03161">
              <w:rPr>
                <w:b w:val="0"/>
              </w:rPr>
              <w:t>Dahal</w:t>
            </w:r>
            <w:proofErr w:type="spellEnd"/>
            <w:r w:rsidR="00B03161">
              <w:rPr>
                <w:b w:val="0"/>
              </w:rPr>
              <w:t xml:space="preserve"> (Trainee 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1317F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proofErr w:type="spellStart"/>
            <w:r w:rsidR="00B03161">
              <w:t>Calnan</w:t>
            </w:r>
            <w:proofErr w:type="spellEnd"/>
            <w:r w:rsidR="00B03161">
              <w:t>, Neville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03161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bookmarkStart w:id="0" w:name="_GoBack"/>
            <w:r w:rsidR="00B03161">
              <w:t>401931165</w:t>
            </w:r>
            <w:bookmarkEnd w:id="0"/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03161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B03161">
              <w:t>28/06/2019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03161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B03161">
              <w:t>02/06/1955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03161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B03161">
              <w:t>446 233 7700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B03161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B03161">
              <w:t>Outpatient</w:t>
            </w:r>
          </w:p>
        </w:tc>
      </w:tr>
      <w:tr w:rsidR="003E416A" w:rsidTr="00B03161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B03161">
            <w:pPr>
              <w:pStyle w:val="CUSTOMHeaderText"/>
            </w:pPr>
            <w:r>
              <w:t xml:space="preserve">Referrer: </w:t>
            </w:r>
            <w:r w:rsidR="00B03161">
              <w:t xml:space="preserve">Ahmed </w:t>
            </w:r>
            <w:proofErr w:type="spellStart"/>
            <w:r w:rsidR="00B03161">
              <w:t>ElGadddal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B03161">
            <w:pPr>
              <w:pStyle w:val="CUSTOMHeaderText"/>
            </w:pPr>
            <w:r>
              <w:t xml:space="preserve">Hospital Site: </w:t>
            </w:r>
            <w:r w:rsidR="00B03161">
              <w:t>QEH</w:t>
            </w:r>
          </w:p>
        </w:tc>
      </w:tr>
      <w:tr w:rsidR="003E416A" w:rsidTr="00B03161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B03161">
            <w:pPr>
              <w:pStyle w:val="CUSTOMHeaderText"/>
            </w:pPr>
            <w:r>
              <w:t xml:space="preserve">Clinical Indications: </w:t>
            </w:r>
            <w:r w:rsidR="00B03161">
              <w:t xml:space="preserve">Bilateral Varicose Veins; Prominent left </w:t>
            </w:r>
            <w:proofErr w:type="spellStart"/>
            <w:r w:rsidR="00B03161">
              <w:t>vv</w:t>
            </w:r>
            <w:proofErr w:type="spellEnd"/>
            <w:r w:rsidR="00B03161">
              <w:t xml:space="preserve"> in long  </w:t>
            </w:r>
            <w:proofErr w:type="spellStart"/>
            <w:r w:rsidR="00B03161">
              <w:t>Saph</w:t>
            </w:r>
            <w:proofErr w:type="spellEnd"/>
            <w:r w:rsidR="00B03161">
              <w:t xml:space="preserve"> distribution ?</w:t>
            </w:r>
            <w:proofErr w:type="spellStart"/>
            <w:r w:rsidR="00B03161">
              <w:t>valvular</w:t>
            </w:r>
            <w:proofErr w:type="spellEnd"/>
            <w:r w:rsidR="00B03161">
              <w:t xml:space="preserve"> incompetence; previous VV surgery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E313CC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85BB8C" wp14:editId="0F78E9D7">
                      <wp:simplePos x="0" y="0"/>
                      <wp:positionH relativeFrom="column">
                        <wp:posOffset>4384040</wp:posOffset>
                      </wp:positionH>
                      <wp:positionV relativeFrom="page">
                        <wp:posOffset>3743960</wp:posOffset>
                      </wp:positionV>
                      <wp:extent cx="249353" cy="485775"/>
                      <wp:effectExtent l="0" t="19050" r="17780" b="28575"/>
                      <wp:wrapNone/>
                      <wp:docPr id="78" name="Freeform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353" cy="485775"/>
                              </a:xfrm>
                              <a:custGeom>
                                <a:avLst/>
                                <a:gdLst>
                                  <a:gd name="connsiteX0" fmla="*/ 219075 w 219075"/>
                                  <a:gd name="connsiteY0" fmla="*/ 0 h 428625"/>
                                  <a:gd name="connsiteX1" fmla="*/ 200025 w 219075"/>
                                  <a:gd name="connsiteY1" fmla="*/ 47625 h 428625"/>
                                  <a:gd name="connsiteX2" fmla="*/ 142875 w 219075"/>
                                  <a:gd name="connsiteY2" fmla="*/ 66675 h 428625"/>
                                  <a:gd name="connsiteX3" fmla="*/ 114300 w 219075"/>
                                  <a:gd name="connsiteY3" fmla="*/ 76200 h 428625"/>
                                  <a:gd name="connsiteX4" fmla="*/ 95250 w 219075"/>
                                  <a:gd name="connsiteY4" fmla="*/ 104775 h 428625"/>
                                  <a:gd name="connsiteX5" fmla="*/ 47625 w 219075"/>
                                  <a:gd name="connsiteY5" fmla="*/ 161925 h 428625"/>
                                  <a:gd name="connsiteX6" fmla="*/ 38100 w 219075"/>
                                  <a:gd name="connsiteY6" fmla="*/ 190500 h 428625"/>
                                  <a:gd name="connsiteX7" fmla="*/ 47625 w 219075"/>
                                  <a:gd name="connsiteY7" fmla="*/ 228600 h 428625"/>
                                  <a:gd name="connsiteX8" fmla="*/ 76200 w 219075"/>
                                  <a:gd name="connsiteY8" fmla="*/ 247650 h 428625"/>
                                  <a:gd name="connsiteX9" fmla="*/ 95250 w 219075"/>
                                  <a:gd name="connsiteY9" fmla="*/ 304800 h 428625"/>
                                  <a:gd name="connsiteX10" fmla="*/ 57150 w 219075"/>
                                  <a:gd name="connsiteY10" fmla="*/ 352425 h 428625"/>
                                  <a:gd name="connsiteX11" fmla="*/ 38100 w 219075"/>
                                  <a:gd name="connsiteY11" fmla="*/ 390525 h 428625"/>
                                  <a:gd name="connsiteX12" fmla="*/ 28575 w 219075"/>
                                  <a:gd name="connsiteY12" fmla="*/ 419100 h 428625"/>
                                  <a:gd name="connsiteX13" fmla="*/ 0 w 219075"/>
                                  <a:gd name="connsiteY13" fmla="*/ 428625 h 428625"/>
                                  <a:gd name="connsiteX0" fmla="*/ 212725 w 212725"/>
                                  <a:gd name="connsiteY0" fmla="*/ 0 h 485775"/>
                                  <a:gd name="connsiteX1" fmla="*/ 200025 w 212725"/>
                                  <a:gd name="connsiteY1" fmla="*/ 104775 h 485775"/>
                                  <a:gd name="connsiteX2" fmla="*/ 142875 w 212725"/>
                                  <a:gd name="connsiteY2" fmla="*/ 123825 h 485775"/>
                                  <a:gd name="connsiteX3" fmla="*/ 114300 w 212725"/>
                                  <a:gd name="connsiteY3" fmla="*/ 133350 h 485775"/>
                                  <a:gd name="connsiteX4" fmla="*/ 95250 w 212725"/>
                                  <a:gd name="connsiteY4" fmla="*/ 161925 h 485775"/>
                                  <a:gd name="connsiteX5" fmla="*/ 47625 w 212725"/>
                                  <a:gd name="connsiteY5" fmla="*/ 219075 h 485775"/>
                                  <a:gd name="connsiteX6" fmla="*/ 38100 w 212725"/>
                                  <a:gd name="connsiteY6" fmla="*/ 247650 h 485775"/>
                                  <a:gd name="connsiteX7" fmla="*/ 47625 w 212725"/>
                                  <a:gd name="connsiteY7" fmla="*/ 285750 h 485775"/>
                                  <a:gd name="connsiteX8" fmla="*/ 76200 w 212725"/>
                                  <a:gd name="connsiteY8" fmla="*/ 304800 h 485775"/>
                                  <a:gd name="connsiteX9" fmla="*/ 95250 w 212725"/>
                                  <a:gd name="connsiteY9" fmla="*/ 361950 h 485775"/>
                                  <a:gd name="connsiteX10" fmla="*/ 57150 w 212725"/>
                                  <a:gd name="connsiteY10" fmla="*/ 409575 h 485775"/>
                                  <a:gd name="connsiteX11" fmla="*/ 38100 w 212725"/>
                                  <a:gd name="connsiteY11" fmla="*/ 447675 h 485775"/>
                                  <a:gd name="connsiteX12" fmla="*/ 28575 w 212725"/>
                                  <a:gd name="connsiteY12" fmla="*/ 476250 h 485775"/>
                                  <a:gd name="connsiteX13" fmla="*/ 0 w 212725"/>
                                  <a:gd name="connsiteY13" fmla="*/ 485775 h 485775"/>
                                  <a:gd name="connsiteX0" fmla="*/ 212725 w 249329"/>
                                  <a:gd name="connsiteY0" fmla="*/ 0 h 485775"/>
                                  <a:gd name="connsiteX1" fmla="*/ 247650 w 249329"/>
                                  <a:gd name="connsiteY1" fmla="*/ 85725 h 485775"/>
                                  <a:gd name="connsiteX2" fmla="*/ 142875 w 249329"/>
                                  <a:gd name="connsiteY2" fmla="*/ 123825 h 485775"/>
                                  <a:gd name="connsiteX3" fmla="*/ 114300 w 249329"/>
                                  <a:gd name="connsiteY3" fmla="*/ 133350 h 485775"/>
                                  <a:gd name="connsiteX4" fmla="*/ 95250 w 249329"/>
                                  <a:gd name="connsiteY4" fmla="*/ 161925 h 485775"/>
                                  <a:gd name="connsiteX5" fmla="*/ 47625 w 249329"/>
                                  <a:gd name="connsiteY5" fmla="*/ 219075 h 485775"/>
                                  <a:gd name="connsiteX6" fmla="*/ 38100 w 249329"/>
                                  <a:gd name="connsiteY6" fmla="*/ 247650 h 485775"/>
                                  <a:gd name="connsiteX7" fmla="*/ 47625 w 249329"/>
                                  <a:gd name="connsiteY7" fmla="*/ 285750 h 485775"/>
                                  <a:gd name="connsiteX8" fmla="*/ 76200 w 249329"/>
                                  <a:gd name="connsiteY8" fmla="*/ 304800 h 485775"/>
                                  <a:gd name="connsiteX9" fmla="*/ 95250 w 249329"/>
                                  <a:gd name="connsiteY9" fmla="*/ 361950 h 485775"/>
                                  <a:gd name="connsiteX10" fmla="*/ 57150 w 249329"/>
                                  <a:gd name="connsiteY10" fmla="*/ 409575 h 485775"/>
                                  <a:gd name="connsiteX11" fmla="*/ 38100 w 249329"/>
                                  <a:gd name="connsiteY11" fmla="*/ 447675 h 485775"/>
                                  <a:gd name="connsiteX12" fmla="*/ 28575 w 249329"/>
                                  <a:gd name="connsiteY12" fmla="*/ 476250 h 485775"/>
                                  <a:gd name="connsiteX13" fmla="*/ 0 w 249329"/>
                                  <a:gd name="connsiteY13" fmla="*/ 485775 h 485775"/>
                                  <a:gd name="connsiteX0" fmla="*/ 213075 w 249353"/>
                                  <a:gd name="connsiteY0" fmla="*/ 0 h 485775"/>
                                  <a:gd name="connsiteX1" fmla="*/ 247650 w 249353"/>
                                  <a:gd name="connsiteY1" fmla="*/ 85725 h 485775"/>
                                  <a:gd name="connsiteX2" fmla="*/ 142875 w 249353"/>
                                  <a:gd name="connsiteY2" fmla="*/ 123825 h 485775"/>
                                  <a:gd name="connsiteX3" fmla="*/ 114300 w 249353"/>
                                  <a:gd name="connsiteY3" fmla="*/ 133350 h 485775"/>
                                  <a:gd name="connsiteX4" fmla="*/ 95250 w 249353"/>
                                  <a:gd name="connsiteY4" fmla="*/ 161925 h 485775"/>
                                  <a:gd name="connsiteX5" fmla="*/ 47625 w 249353"/>
                                  <a:gd name="connsiteY5" fmla="*/ 219075 h 485775"/>
                                  <a:gd name="connsiteX6" fmla="*/ 38100 w 249353"/>
                                  <a:gd name="connsiteY6" fmla="*/ 247650 h 485775"/>
                                  <a:gd name="connsiteX7" fmla="*/ 47625 w 249353"/>
                                  <a:gd name="connsiteY7" fmla="*/ 285750 h 485775"/>
                                  <a:gd name="connsiteX8" fmla="*/ 76200 w 249353"/>
                                  <a:gd name="connsiteY8" fmla="*/ 304800 h 485775"/>
                                  <a:gd name="connsiteX9" fmla="*/ 95250 w 249353"/>
                                  <a:gd name="connsiteY9" fmla="*/ 361950 h 485775"/>
                                  <a:gd name="connsiteX10" fmla="*/ 57150 w 249353"/>
                                  <a:gd name="connsiteY10" fmla="*/ 409575 h 485775"/>
                                  <a:gd name="connsiteX11" fmla="*/ 38100 w 249353"/>
                                  <a:gd name="connsiteY11" fmla="*/ 447675 h 485775"/>
                                  <a:gd name="connsiteX12" fmla="*/ 28575 w 249353"/>
                                  <a:gd name="connsiteY12" fmla="*/ 476250 h 485775"/>
                                  <a:gd name="connsiteX13" fmla="*/ 0 w 249353"/>
                                  <a:gd name="connsiteY13" fmla="*/ 485775 h 4857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49353" h="485775">
                                    <a:moveTo>
                                      <a:pt x="213075" y="0"/>
                                    </a:moveTo>
                                    <a:cubicBezTo>
                                      <a:pt x="206725" y="15875"/>
                                      <a:pt x="259350" y="65088"/>
                                      <a:pt x="247650" y="85725"/>
                                    </a:cubicBezTo>
                                    <a:cubicBezTo>
                                      <a:pt x="235950" y="106362"/>
                                      <a:pt x="165100" y="115888"/>
                                      <a:pt x="142875" y="123825"/>
                                    </a:cubicBezTo>
                                    <a:cubicBezTo>
                                      <a:pt x="120650" y="131763"/>
                                      <a:pt x="123825" y="130175"/>
                                      <a:pt x="114300" y="133350"/>
                                    </a:cubicBezTo>
                                    <a:cubicBezTo>
                                      <a:pt x="107950" y="142875"/>
                                      <a:pt x="102579" y="153131"/>
                                      <a:pt x="95250" y="161925"/>
                                    </a:cubicBezTo>
                                    <a:cubicBezTo>
                                      <a:pt x="68918" y="193523"/>
                                      <a:pt x="65362" y="183602"/>
                                      <a:pt x="47625" y="219075"/>
                                    </a:cubicBezTo>
                                    <a:cubicBezTo>
                                      <a:pt x="43135" y="228055"/>
                                      <a:pt x="41275" y="238125"/>
                                      <a:pt x="38100" y="247650"/>
                                    </a:cubicBezTo>
                                    <a:cubicBezTo>
                                      <a:pt x="41275" y="260350"/>
                                      <a:pt x="40363" y="274858"/>
                                      <a:pt x="47625" y="285750"/>
                                    </a:cubicBezTo>
                                    <a:cubicBezTo>
                                      <a:pt x="53975" y="295275"/>
                                      <a:pt x="70133" y="295092"/>
                                      <a:pt x="76200" y="304800"/>
                                    </a:cubicBezTo>
                                    <a:cubicBezTo>
                                      <a:pt x="86843" y="321828"/>
                                      <a:pt x="95250" y="361950"/>
                                      <a:pt x="95250" y="361950"/>
                                    </a:cubicBezTo>
                                    <a:cubicBezTo>
                                      <a:pt x="71412" y="457301"/>
                                      <a:pt x="107254" y="359471"/>
                                      <a:pt x="57150" y="409575"/>
                                    </a:cubicBezTo>
                                    <a:cubicBezTo>
                                      <a:pt x="47110" y="419615"/>
                                      <a:pt x="43693" y="434624"/>
                                      <a:pt x="38100" y="447675"/>
                                    </a:cubicBezTo>
                                    <a:cubicBezTo>
                                      <a:pt x="34145" y="456903"/>
                                      <a:pt x="35675" y="469150"/>
                                      <a:pt x="28575" y="476250"/>
                                    </a:cubicBezTo>
                                    <a:cubicBezTo>
                                      <a:pt x="21475" y="483350"/>
                                      <a:pt x="0" y="485775"/>
                                      <a:pt x="0" y="48577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8" o:spid="_x0000_s1026" style="position:absolute;margin-left:345.2pt;margin-top:294.8pt;width:19.65pt;height:3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49353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" path="m213075,v-6350,15875,46275,65088,34575,85725c235950,106362,165100,115888,142875,123825v-22225,7938,-19050,6350,-28575,9525c107950,142875,102579,153131,95250,161925,68918,193523,65362,183602,47625,219075v-4490,8980,-6350,19050,-9525,28575c41275,260350,40363,274858,47625,285750v6350,9525,22508,9342,28575,19050c86843,321828,95250,361950,95250,361950v-23838,95351,12004,-2479,-38100,47625c47110,419615,43693,434624,38100,447675v-3955,9228,-2425,21475,-9525,28575c21475,483350,,485775,,485775e" filled="f" strokecolor="red" strokeweight="3pt">
                      <v:stroke joinstyle="miter"/>
                      <v:path arrowok="t" o:connecttype="custom" o:connectlocs="213075,0;247650,85725;142875,123825;114300,133350;95250,161925;47625,219075;38100,247650;47625,285750;76200,304800;95250,361950;57150,409575;38100,447675;28575,476250;0,485775" o:connectangles="0,0,0,0,0,0,0,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A70CA6" wp14:editId="469D4533">
                      <wp:simplePos x="0" y="0"/>
                      <wp:positionH relativeFrom="column">
                        <wp:posOffset>1776679</wp:posOffset>
                      </wp:positionH>
                      <wp:positionV relativeFrom="page">
                        <wp:posOffset>2724785</wp:posOffset>
                      </wp:positionV>
                      <wp:extent cx="191088" cy="590550"/>
                      <wp:effectExtent l="19050" t="19050" r="19050" b="19050"/>
                      <wp:wrapNone/>
                      <wp:docPr id="83" name="Freeform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088" cy="590550"/>
                              </a:xfrm>
                              <a:custGeom>
                                <a:avLst/>
                                <a:gdLst>
                                  <a:gd name="connsiteX0" fmla="*/ 285750 w 285750"/>
                                  <a:gd name="connsiteY0" fmla="*/ 0 h 466725"/>
                                  <a:gd name="connsiteX1" fmla="*/ 238125 w 285750"/>
                                  <a:gd name="connsiteY1" fmla="*/ 123825 h 466725"/>
                                  <a:gd name="connsiteX2" fmla="*/ 209550 w 285750"/>
                                  <a:gd name="connsiteY2" fmla="*/ 133350 h 466725"/>
                                  <a:gd name="connsiteX3" fmla="*/ 180975 w 285750"/>
                                  <a:gd name="connsiteY3" fmla="*/ 152400 h 466725"/>
                                  <a:gd name="connsiteX4" fmla="*/ 161925 w 285750"/>
                                  <a:gd name="connsiteY4" fmla="*/ 180975 h 466725"/>
                                  <a:gd name="connsiteX5" fmla="*/ 152400 w 285750"/>
                                  <a:gd name="connsiteY5" fmla="*/ 219075 h 466725"/>
                                  <a:gd name="connsiteX6" fmla="*/ 95250 w 285750"/>
                                  <a:gd name="connsiteY6" fmla="*/ 247650 h 466725"/>
                                  <a:gd name="connsiteX7" fmla="*/ 76200 w 285750"/>
                                  <a:gd name="connsiteY7" fmla="*/ 276225 h 466725"/>
                                  <a:gd name="connsiteX8" fmla="*/ 0 w 285750"/>
                                  <a:gd name="connsiteY8" fmla="*/ 314325 h 466725"/>
                                  <a:gd name="connsiteX9" fmla="*/ 9525 w 285750"/>
                                  <a:gd name="connsiteY9" fmla="*/ 342900 h 466725"/>
                                  <a:gd name="connsiteX10" fmla="*/ 38100 w 285750"/>
                                  <a:gd name="connsiteY10" fmla="*/ 352425 h 466725"/>
                                  <a:gd name="connsiteX11" fmla="*/ 66675 w 285750"/>
                                  <a:gd name="connsiteY11" fmla="*/ 381000 h 466725"/>
                                  <a:gd name="connsiteX12" fmla="*/ 114300 w 285750"/>
                                  <a:gd name="connsiteY12" fmla="*/ 457200 h 466725"/>
                                  <a:gd name="connsiteX13" fmla="*/ 133350 w 285750"/>
                                  <a:gd name="connsiteY13" fmla="*/ 466725 h 466725"/>
                                  <a:gd name="connsiteX0" fmla="*/ 286547 w 286547"/>
                                  <a:gd name="connsiteY0" fmla="*/ 0 h 466725"/>
                                  <a:gd name="connsiteX1" fmla="*/ 238922 w 286547"/>
                                  <a:gd name="connsiteY1" fmla="*/ 123825 h 466725"/>
                                  <a:gd name="connsiteX2" fmla="*/ 210347 w 286547"/>
                                  <a:gd name="connsiteY2" fmla="*/ 133350 h 466725"/>
                                  <a:gd name="connsiteX3" fmla="*/ 181772 w 286547"/>
                                  <a:gd name="connsiteY3" fmla="*/ 152400 h 466725"/>
                                  <a:gd name="connsiteX4" fmla="*/ 162722 w 286547"/>
                                  <a:gd name="connsiteY4" fmla="*/ 180975 h 466725"/>
                                  <a:gd name="connsiteX5" fmla="*/ 153197 w 286547"/>
                                  <a:gd name="connsiteY5" fmla="*/ 219075 h 466725"/>
                                  <a:gd name="connsiteX6" fmla="*/ 96047 w 286547"/>
                                  <a:gd name="connsiteY6" fmla="*/ 247650 h 466725"/>
                                  <a:gd name="connsiteX7" fmla="*/ 76997 w 286547"/>
                                  <a:gd name="connsiteY7" fmla="*/ 276225 h 466725"/>
                                  <a:gd name="connsiteX8" fmla="*/ 797 w 286547"/>
                                  <a:gd name="connsiteY8" fmla="*/ 314325 h 466725"/>
                                  <a:gd name="connsiteX9" fmla="*/ 38897 w 286547"/>
                                  <a:gd name="connsiteY9" fmla="*/ 352425 h 466725"/>
                                  <a:gd name="connsiteX10" fmla="*/ 67472 w 286547"/>
                                  <a:gd name="connsiteY10" fmla="*/ 381000 h 466725"/>
                                  <a:gd name="connsiteX11" fmla="*/ 115097 w 286547"/>
                                  <a:gd name="connsiteY11" fmla="*/ 457200 h 466725"/>
                                  <a:gd name="connsiteX12" fmla="*/ 134147 w 286547"/>
                                  <a:gd name="connsiteY12" fmla="*/ 466725 h 466725"/>
                                  <a:gd name="connsiteX0" fmla="*/ 247737 w 247737"/>
                                  <a:gd name="connsiteY0" fmla="*/ 0 h 466725"/>
                                  <a:gd name="connsiteX1" fmla="*/ 200112 w 247737"/>
                                  <a:gd name="connsiteY1" fmla="*/ 123825 h 466725"/>
                                  <a:gd name="connsiteX2" fmla="*/ 171537 w 247737"/>
                                  <a:gd name="connsiteY2" fmla="*/ 133350 h 466725"/>
                                  <a:gd name="connsiteX3" fmla="*/ 142962 w 247737"/>
                                  <a:gd name="connsiteY3" fmla="*/ 152400 h 466725"/>
                                  <a:gd name="connsiteX4" fmla="*/ 123912 w 247737"/>
                                  <a:gd name="connsiteY4" fmla="*/ 180975 h 466725"/>
                                  <a:gd name="connsiteX5" fmla="*/ 114387 w 247737"/>
                                  <a:gd name="connsiteY5" fmla="*/ 219075 h 466725"/>
                                  <a:gd name="connsiteX6" fmla="*/ 57237 w 247737"/>
                                  <a:gd name="connsiteY6" fmla="*/ 247650 h 466725"/>
                                  <a:gd name="connsiteX7" fmla="*/ 38187 w 247737"/>
                                  <a:gd name="connsiteY7" fmla="*/ 276225 h 466725"/>
                                  <a:gd name="connsiteX8" fmla="*/ 87 w 247737"/>
                                  <a:gd name="connsiteY8" fmla="*/ 352425 h 466725"/>
                                  <a:gd name="connsiteX9" fmla="*/ 28662 w 247737"/>
                                  <a:gd name="connsiteY9" fmla="*/ 381000 h 466725"/>
                                  <a:gd name="connsiteX10" fmla="*/ 76287 w 247737"/>
                                  <a:gd name="connsiteY10" fmla="*/ 457200 h 466725"/>
                                  <a:gd name="connsiteX11" fmla="*/ 95337 w 247737"/>
                                  <a:gd name="connsiteY11" fmla="*/ 466725 h 466725"/>
                                  <a:gd name="connsiteX0" fmla="*/ 220986 w 220986"/>
                                  <a:gd name="connsiteY0" fmla="*/ 0 h 466725"/>
                                  <a:gd name="connsiteX1" fmla="*/ 173361 w 220986"/>
                                  <a:gd name="connsiteY1" fmla="*/ 123825 h 466725"/>
                                  <a:gd name="connsiteX2" fmla="*/ 144786 w 220986"/>
                                  <a:gd name="connsiteY2" fmla="*/ 133350 h 466725"/>
                                  <a:gd name="connsiteX3" fmla="*/ 116211 w 220986"/>
                                  <a:gd name="connsiteY3" fmla="*/ 152400 h 466725"/>
                                  <a:gd name="connsiteX4" fmla="*/ 97161 w 220986"/>
                                  <a:gd name="connsiteY4" fmla="*/ 180975 h 466725"/>
                                  <a:gd name="connsiteX5" fmla="*/ 87636 w 220986"/>
                                  <a:gd name="connsiteY5" fmla="*/ 219075 h 466725"/>
                                  <a:gd name="connsiteX6" fmla="*/ 30486 w 220986"/>
                                  <a:gd name="connsiteY6" fmla="*/ 247650 h 466725"/>
                                  <a:gd name="connsiteX7" fmla="*/ 11436 w 220986"/>
                                  <a:gd name="connsiteY7" fmla="*/ 276225 h 466725"/>
                                  <a:gd name="connsiteX8" fmla="*/ 1911 w 220986"/>
                                  <a:gd name="connsiteY8" fmla="*/ 381000 h 466725"/>
                                  <a:gd name="connsiteX9" fmla="*/ 49536 w 220986"/>
                                  <a:gd name="connsiteY9" fmla="*/ 457200 h 466725"/>
                                  <a:gd name="connsiteX10" fmla="*/ 68586 w 220986"/>
                                  <a:gd name="connsiteY10" fmla="*/ 466725 h 466725"/>
                                  <a:gd name="connsiteX0" fmla="*/ 220986 w 220986"/>
                                  <a:gd name="connsiteY0" fmla="*/ 0 h 466725"/>
                                  <a:gd name="connsiteX1" fmla="*/ 144786 w 220986"/>
                                  <a:gd name="connsiteY1" fmla="*/ 133350 h 466725"/>
                                  <a:gd name="connsiteX2" fmla="*/ 116211 w 220986"/>
                                  <a:gd name="connsiteY2" fmla="*/ 152400 h 466725"/>
                                  <a:gd name="connsiteX3" fmla="*/ 97161 w 220986"/>
                                  <a:gd name="connsiteY3" fmla="*/ 180975 h 466725"/>
                                  <a:gd name="connsiteX4" fmla="*/ 87636 w 220986"/>
                                  <a:gd name="connsiteY4" fmla="*/ 219075 h 466725"/>
                                  <a:gd name="connsiteX5" fmla="*/ 30486 w 220986"/>
                                  <a:gd name="connsiteY5" fmla="*/ 247650 h 466725"/>
                                  <a:gd name="connsiteX6" fmla="*/ 11436 w 220986"/>
                                  <a:gd name="connsiteY6" fmla="*/ 276225 h 466725"/>
                                  <a:gd name="connsiteX7" fmla="*/ 1911 w 220986"/>
                                  <a:gd name="connsiteY7" fmla="*/ 381000 h 466725"/>
                                  <a:gd name="connsiteX8" fmla="*/ 49536 w 220986"/>
                                  <a:gd name="connsiteY8" fmla="*/ 457200 h 466725"/>
                                  <a:gd name="connsiteX9" fmla="*/ 68586 w 220986"/>
                                  <a:gd name="connsiteY9" fmla="*/ 466725 h 466725"/>
                                  <a:gd name="connsiteX0" fmla="*/ 220986 w 220986"/>
                                  <a:gd name="connsiteY0" fmla="*/ 0 h 590550"/>
                                  <a:gd name="connsiteX1" fmla="*/ 144786 w 220986"/>
                                  <a:gd name="connsiteY1" fmla="*/ 133350 h 590550"/>
                                  <a:gd name="connsiteX2" fmla="*/ 116211 w 220986"/>
                                  <a:gd name="connsiteY2" fmla="*/ 152400 h 590550"/>
                                  <a:gd name="connsiteX3" fmla="*/ 97161 w 220986"/>
                                  <a:gd name="connsiteY3" fmla="*/ 180975 h 590550"/>
                                  <a:gd name="connsiteX4" fmla="*/ 87636 w 220986"/>
                                  <a:gd name="connsiteY4" fmla="*/ 219075 h 590550"/>
                                  <a:gd name="connsiteX5" fmla="*/ 30486 w 220986"/>
                                  <a:gd name="connsiteY5" fmla="*/ 247650 h 590550"/>
                                  <a:gd name="connsiteX6" fmla="*/ 11436 w 220986"/>
                                  <a:gd name="connsiteY6" fmla="*/ 276225 h 590550"/>
                                  <a:gd name="connsiteX7" fmla="*/ 1911 w 220986"/>
                                  <a:gd name="connsiteY7" fmla="*/ 381000 h 590550"/>
                                  <a:gd name="connsiteX8" fmla="*/ 49536 w 220986"/>
                                  <a:gd name="connsiteY8" fmla="*/ 457200 h 590550"/>
                                  <a:gd name="connsiteX9" fmla="*/ 123828 w 220986"/>
                                  <a:gd name="connsiteY9" fmla="*/ 590550 h 590550"/>
                                  <a:gd name="connsiteX0" fmla="*/ 224239 w 224239"/>
                                  <a:gd name="connsiteY0" fmla="*/ 0 h 590550"/>
                                  <a:gd name="connsiteX1" fmla="*/ 148039 w 224239"/>
                                  <a:gd name="connsiteY1" fmla="*/ 133350 h 590550"/>
                                  <a:gd name="connsiteX2" fmla="*/ 119464 w 224239"/>
                                  <a:gd name="connsiteY2" fmla="*/ 152400 h 590550"/>
                                  <a:gd name="connsiteX3" fmla="*/ 100414 w 224239"/>
                                  <a:gd name="connsiteY3" fmla="*/ 180975 h 590550"/>
                                  <a:gd name="connsiteX4" fmla="*/ 90889 w 224239"/>
                                  <a:gd name="connsiteY4" fmla="*/ 219075 h 590550"/>
                                  <a:gd name="connsiteX5" fmla="*/ 33739 w 224239"/>
                                  <a:gd name="connsiteY5" fmla="*/ 247650 h 590550"/>
                                  <a:gd name="connsiteX6" fmla="*/ 3253 w 224239"/>
                                  <a:gd name="connsiteY6" fmla="*/ 378460 h 590550"/>
                                  <a:gd name="connsiteX7" fmla="*/ 5164 w 224239"/>
                                  <a:gd name="connsiteY7" fmla="*/ 381000 h 590550"/>
                                  <a:gd name="connsiteX8" fmla="*/ 52789 w 224239"/>
                                  <a:gd name="connsiteY8" fmla="*/ 457200 h 590550"/>
                                  <a:gd name="connsiteX9" fmla="*/ 127081 w 224239"/>
                                  <a:gd name="connsiteY9" fmla="*/ 590550 h 590550"/>
                                  <a:gd name="connsiteX0" fmla="*/ 222157 w 222157"/>
                                  <a:gd name="connsiteY0" fmla="*/ 0 h 590550"/>
                                  <a:gd name="connsiteX1" fmla="*/ 145957 w 222157"/>
                                  <a:gd name="connsiteY1" fmla="*/ 133350 h 590550"/>
                                  <a:gd name="connsiteX2" fmla="*/ 117382 w 222157"/>
                                  <a:gd name="connsiteY2" fmla="*/ 152400 h 590550"/>
                                  <a:gd name="connsiteX3" fmla="*/ 98332 w 222157"/>
                                  <a:gd name="connsiteY3" fmla="*/ 180975 h 590550"/>
                                  <a:gd name="connsiteX4" fmla="*/ 88807 w 222157"/>
                                  <a:gd name="connsiteY4" fmla="*/ 219075 h 590550"/>
                                  <a:gd name="connsiteX5" fmla="*/ 31657 w 222157"/>
                                  <a:gd name="connsiteY5" fmla="*/ 247650 h 590550"/>
                                  <a:gd name="connsiteX6" fmla="*/ 1171 w 222157"/>
                                  <a:gd name="connsiteY6" fmla="*/ 378460 h 590550"/>
                                  <a:gd name="connsiteX7" fmla="*/ 77323 w 222157"/>
                                  <a:gd name="connsiteY7" fmla="*/ 378460 h 590550"/>
                                  <a:gd name="connsiteX8" fmla="*/ 50707 w 222157"/>
                                  <a:gd name="connsiteY8" fmla="*/ 457200 h 590550"/>
                                  <a:gd name="connsiteX9" fmla="*/ 124999 w 222157"/>
                                  <a:gd name="connsiteY9" fmla="*/ 590550 h 590550"/>
                                  <a:gd name="connsiteX0" fmla="*/ 191093 w 191093"/>
                                  <a:gd name="connsiteY0" fmla="*/ 0 h 590550"/>
                                  <a:gd name="connsiteX1" fmla="*/ 114893 w 191093"/>
                                  <a:gd name="connsiteY1" fmla="*/ 133350 h 590550"/>
                                  <a:gd name="connsiteX2" fmla="*/ 86318 w 191093"/>
                                  <a:gd name="connsiteY2" fmla="*/ 152400 h 590550"/>
                                  <a:gd name="connsiteX3" fmla="*/ 67268 w 191093"/>
                                  <a:gd name="connsiteY3" fmla="*/ 180975 h 590550"/>
                                  <a:gd name="connsiteX4" fmla="*/ 57743 w 191093"/>
                                  <a:gd name="connsiteY4" fmla="*/ 219075 h 590550"/>
                                  <a:gd name="connsiteX5" fmla="*/ 593 w 191093"/>
                                  <a:gd name="connsiteY5" fmla="*/ 247650 h 590550"/>
                                  <a:gd name="connsiteX6" fmla="*/ 48505 w 191093"/>
                                  <a:gd name="connsiteY6" fmla="*/ 378460 h 590550"/>
                                  <a:gd name="connsiteX7" fmla="*/ 46259 w 191093"/>
                                  <a:gd name="connsiteY7" fmla="*/ 378460 h 590550"/>
                                  <a:gd name="connsiteX8" fmla="*/ 19643 w 191093"/>
                                  <a:gd name="connsiteY8" fmla="*/ 457200 h 590550"/>
                                  <a:gd name="connsiteX9" fmla="*/ 93935 w 191093"/>
                                  <a:gd name="connsiteY9" fmla="*/ 590550 h 590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1093" h="590550">
                                    <a:moveTo>
                                      <a:pt x="191093" y="0"/>
                                    </a:moveTo>
                                    <a:cubicBezTo>
                                      <a:pt x="175218" y="27781"/>
                                      <a:pt x="132356" y="107950"/>
                                      <a:pt x="114893" y="133350"/>
                                    </a:cubicBezTo>
                                    <a:cubicBezTo>
                                      <a:pt x="97430" y="158750"/>
                                      <a:pt x="95843" y="146050"/>
                                      <a:pt x="86318" y="152400"/>
                                    </a:cubicBezTo>
                                    <a:cubicBezTo>
                                      <a:pt x="79968" y="161925"/>
                                      <a:pt x="71777" y="170453"/>
                                      <a:pt x="67268" y="180975"/>
                                    </a:cubicBezTo>
                                    <a:cubicBezTo>
                                      <a:pt x="62111" y="193007"/>
                                      <a:pt x="67000" y="209818"/>
                                      <a:pt x="57743" y="219075"/>
                                    </a:cubicBezTo>
                                    <a:cubicBezTo>
                                      <a:pt x="42683" y="234135"/>
                                      <a:pt x="19643" y="238125"/>
                                      <a:pt x="593" y="247650"/>
                                    </a:cubicBezTo>
                                    <a:cubicBezTo>
                                      <a:pt x="-5757" y="257175"/>
                                      <a:pt x="40894" y="356658"/>
                                      <a:pt x="48505" y="378460"/>
                                    </a:cubicBezTo>
                                    <a:cubicBezTo>
                                      <a:pt x="56116" y="400262"/>
                                      <a:pt x="39909" y="348298"/>
                                      <a:pt x="46259" y="378460"/>
                                    </a:cubicBezTo>
                                    <a:cubicBezTo>
                                      <a:pt x="66723" y="439851"/>
                                      <a:pt x="11697" y="421852"/>
                                      <a:pt x="19643" y="457200"/>
                                    </a:cubicBezTo>
                                    <a:cubicBezTo>
                                      <a:pt x="27589" y="492548"/>
                                      <a:pt x="87585" y="587375"/>
                                      <a:pt x="93935" y="59055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3" o:spid="_x0000_s1026" style="position:absolute;margin-left:139.9pt;margin-top:214.55pt;width:15.05pt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91093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" path="m191093,c175218,27781,132356,107950,114893,133350,97430,158750,95843,146050,86318,152400v-6350,9525,-14541,18053,-19050,28575c62111,193007,67000,209818,57743,219075,42683,234135,19643,238125,593,247650v-6350,9525,40301,109008,47912,130810c56116,400262,39909,348298,46259,378460v20464,61391,-34562,43392,-26616,78740c27589,492548,87585,587375,93935,590550e" filled="f" strokecolor="red" strokeweight="2.25pt">
                      <v:stroke joinstyle="miter"/>
                      <v:path arrowok="t" o:connecttype="custom" o:connectlocs="191088,0;114890,133350;86316,152400;67266,180975;57741,219075;593,247650;48504,378460;46258,378460;19642,457200;93933,590550" o:connectangles="0,0,0,0,0,0,0,0,0,0"/>
                      <w10:wrap anchory="page"/>
                    </v:shape>
                  </w:pict>
                </mc:Fallback>
              </mc:AlternateContent>
            </w:r>
            <w:r w:rsidR="009F044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A7489F9" wp14:editId="03DDE423">
                      <wp:simplePos x="0" y="0"/>
                      <wp:positionH relativeFrom="column">
                        <wp:posOffset>4345940</wp:posOffset>
                      </wp:positionH>
                      <wp:positionV relativeFrom="page">
                        <wp:posOffset>4191635</wp:posOffset>
                      </wp:positionV>
                      <wp:extent cx="114300" cy="161925"/>
                      <wp:effectExtent l="38100" t="38100" r="38100" b="28575"/>
                      <wp:wrapNone/>
                      <wp:docPr id="79" name="Straight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161925"/>
                              </a:xfrm>
                              <a:prstGeom prst="line">
                                <a:avLst/>
                              </a:prstGeom>
                              <a:ln w="76200" cmpd="dbl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9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342.2pt,330.05pt" to="351.2pt,3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" strokecolor="#5b9bd5 [3204]" strokeweight="6pt">
                      <v:stroke linestyle="thinThin" joinstyle="miter"/>
                      <w10:wrap anchory="page"/>
                    </v:line>
                  </w:pict>
                </mc:Fallback>
              </mc:AlternateContent>
            </w:r>
            <w:r w:rsidR="00C646B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39F2EE" wp14:editId="4A295606">
                      <wp:simplePos x="0" y="0"/>
                      <wp:positionH relativeFrom="column">
                        <wp:posOffset>4688840</wp:posOffset>
                      </wp:positionH>
                      <wp:positionV relativeFrom="page">
                        <wp:posOffset>3963035</wp:posOffset>
                      </wp:positionV>
                      <wp:extent cx="314325" cy="228600"/>
                      <wp:effectExtent l="38100" t="19050" r="47625" b="19050"/>
                      <wp:wrapNone/>
                      <wp:docPr id="70" name="Freeform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28600"/>
                              </a:xfrm>
                              <a:custGeom>
                                <a:avLst/>
                                <a:gdLst>
                                  <a:gd name="connsiteX0" fmla="*/ 314325 w 314325"/>
                                  <a:gd name="connsiteY0" fmla="*/ 31552 h 203002"/>
                                  <a:gd name="connsiteX1" fmla="*/ 276225 w 314325"/>
                                  <a:gd name="connsiteY1" fmla="*/ 50602 h 203002"/>
                                  <a:gd name="connsiteX2" fmla="*/ 219075 w 314325"/>
                                  <a:gd name="connsiteY2" fmla="*/ 79177 h 203002"/>
                                  <a:gd name="connsiteX3" fmla="*/ 161925 w 314325"/>
                                  <a:gd name="connsiteY3" fmla="*/ 31552 h 203002"/>
                                  <a:gd name="connsiteX4" fmla="*/ 171450 w 314325"/>
                                  <a:gd name="connsiteY4" fmla="*/ 60127 h 203002"/>
                                  <a:gd name="connsiteX5" fmla="*/ 114300 w 314325"/>
                                  <a:gd name="connsiteY5" fmla="*/ 79177 h 203002"/>
                                  <a:gd name="connsiteX6" fmla="*/ 85725 w 314325"/>
                                  <a:gd name="connsiteY6" fmla="*/ 88702 h 203002"/>
                                  <a:gd name="connsiteX7" fmla="*/ 9525 w 314325"/>
                                  <a:gd name="connsiteY7" fmla="*/ 88702 h 203002"/>
                                  <a:gd name="connsiteX8" fmla="*/ 0 w 314325"/>
                                  <a:gd name="connsiteY8" fmla="*/ 117277 h 203002"/>
                                  <a:gd name="connsiteX9" fmla="*/ 9525 w 314325"/>
                                  <a:gd name="connsiteY9" fmla="*/ 164902 h 203002"/>
                                  <a:gd name="connsiteX10" fmla="*/ 66675 w 314325"/>
                                  <a:gd name="connsiteY10" fmla="*/ 203002 h 203002"/>
                                  <a:gd name="connsiteX0" fmla="*/ 314325 w 314325"/>
                                  <a:gd name="connsiteY0" fmla="*/ 268 h 171718"/>
                                  <a:gd name="connsiteX1" fmla="*/ 219075 w 314325"/>
                                  <a:gd name="connsiteY1" fmla="*/ 47893 h 171718"/>
                                  <a:gd name="connsiteX2" fmla="*/ 161925 w 314325"/>
                                  <a:gd name="connsiteY2" fmla="*/ 268 h 171718"/>
                                  <a:gd name="connsiteX3" fmla="*/ 171450 w 314325"/>
                                  <a:gd name="connsiteY3" fmla="*/ 28843 h 171718"/>
                                  <a:gd name="connsiteX4" fmla="*/ 114300 w 314325"/>
                                  <a:gd name="connsiteY4" fmla="*/ 47893 h 171718"/>
                                  <a:gd name="connsiteX5" fmla="*/ 85725 w 314325"/>
                                  <a:gd name="connsiteY5" fmla="*/ 57418 h 171718"/>
                                  <a:gd name="connsiteX6" fmla="*/ 9525 w 314325"/>
                                  <a:gd name="connsiteY6" fmla="*/ 57418 h 171718"/>
                                  <a:gd name="connsiteX7" fmla="*/ 0 w 314325"/>
                                  <a:gd name="connsiteY7" fmla="*/ 85993 h 171718"/>
                                  <a:gd name="connsiteX8" fmla="*/ 9525 w 314325"/>
                                  <a:gd name="connsiteY8" fmla="*/ 133618 h 171718"/>
                                  <a:gd name="connsiteX9" fmla="*/ 66675 w 314325"/>
                                  <a:gd name="connsiteY9" fmla="*/ 171718 h 171718"/>
                                  <a:gd name="connsiteX0" fmla="*/ 314325 w 314325"/>
                                  <a:gd name="connsiteY0" fmla="*/ 95474 h 266924"/>
                                  <a:gd name="connsiteX1" fmla="*/ 276225 w 314325"/>
                                  <a:gd name="connsiteY1" fmla="*/ 0 h 266924"/>
                                  <a:gd name="connsiteX2" fmla="*/ 161925 w 314325"/>
                                  <a:gd name="connsiteY2" fmla="*/ 95474 h 266924"/>
                                  <a:gd name="connsiteX3" fmla="*/ 171450 w 314325"/>
                                  <a:gd name="connsiteY3" fmla="*/ 124049 h 266924"/>
                                  <a:gd name="connsiteX4" fmla="*/ 114300 w 314325"/>
                                  <a:gd name="connsiteY4" fmla="*/ 143099 h 266924"/>
                                  <a:gd name="connsiteX5" fmla="*/ 85725 w 314325"/>
                                  <a:gd name="connsiteY5" fmla="*/ 152624 h 266924"/>
                                  <a:gd name="connsiteX6" fmla="*/ 9525 w 314325"/>
                                  <a:gd name="connsiteY6" fmla="*/ 152624 h 266924"/>
                                  <a:gd name="connsiteX7" fmla="*/ 0 w 314325"/>
                                  <a:gd name="connsiteY7" fmla="*/ 181199 h 266924"/>
                                  <a:gd name="connsiteX8" fmla="*/ 9525 w 314325"/>
                                  <a:gd name="connsiteY8" fmla="*/ 228824 h 266924"/>
                                  <a:gd name="connsiteX9" fmla="*/ 66675 w 314325"/>
                                  <a:gd name="connsiteY9" fmla="*/ 266924 h 266924"/>
                                  <a:gd name="connsiteX0" fmla="*/ 314325 w 314325"/>
                                  <a:gd name="connsiteY0" fmla="*/ 95474 h 305056"/>
                                  <a:gd name="connsiteX1" fmla="*/ 276225 w 314325"/>
                                  <a:gd name="connsiteY1" fmla="*/ 0 h 305056"/>
                                  <a:gd name="connsiteX2" fmla="*/ 161925 w 314325"/>
                                  <a:gd name="connsiteY2" fmla="*/ 95474 h 305056"/>
                                  <a:gd name="connsiteX3" fmla="*/ 171450 w 314325"/>
                                  <a:gd name="connsiteY3" fmla="*/ 124049 h 305056"/>
                                  <a:gd name="connsiteX4" fmla="*/ 114300 w 314325"/>
                                  <a:gd name="connsiteY4" fmla="*/ 143099 h 305056"/>
                                  <a:gd name="connsiteX5" fmla="*/ 85725 w 314325"/>
                                  <a:gd name="connsiteY5" fmla="*/ 152624 h 305056"/>
                                  <a:gd name="connsiteX6" fmla="*/ 9525 w 314325"/>
                                  <a:gd name="connsiteY6" fmla="*/ 152624 h 305056"/>
                                  <a:gd name="connsiteX7" fmla="*/ 0 w 314325"/>
                                  <a:gd name="connsiteY7" fmla="*/ 181199 h 305056"/>
                                  <a:gd name="connsiteX8" fmla="*/ 9525 w 314325"/>
                                  <a:gd name="connsiteY8" fmla="*/ 228824 h 305056"/>
                                  <a:gd name="connsiteX9" fmla="*/ 7620 w 314325"/>
                                  <a:gd name="connsiteY9" fmla="*/ 305056 h 305056"/>
                                  <a:gd name="connsiteX0" fmla="*/ 314325 w 314325"/>
                                  <a:gd name="connsiteY0" fmla="*/ 95474 h 228824"/>
                                  <a:gd name="connsiteX1" fmla="*/ 276225 w 314325"/>
                                  <a:gd name="connsiteY1" fmla="*/ 0 h 228824"/>
                                  <a:gd name="connsiteX2" fmla="*/ 161925 w 314325"/>
                                  <a:gd name="connsiteY2" fmla="*/ 95474 h 228824"/>
                                  <a:gd name="connsiteX3" fmla="*/ 171450 w 314325"/>
                                  <a:gd name="connsiteY3" fmla="*/ 124049 h 228824"/>
                                  <a:gd name="connsiteX4" fmla="*/ 114300 w 314325"/>
                                  <a:gd name="connsiteY4" fmla="*/ 143099 h 228824"/>
                                  <a:gd name="connsiteX5" fmla="*/ 85725 w 314325"/>
                                  <a:gd name="connsiteY5" fmla="*/ 152624 h 228824"/>
                                  <a:gd name="connsiteX6" fmla="*/ 9525 w 314325"/>
                                  <a:gd name="connsiteY6" fmla="*/ 152624 h 228824"/>
                                  <a:gd name="connsiteX7" fmla="*/ 0 w 314325"/>
                                  <a:gd name="connsiteY7" fmla="*/ 181199 h 228824"/>
                                  <a:gd name="connsiteX8" fmla="*/ 9525 w 314325"/>
                                  <a:gd name="connsiteY8" fmla="*/ 228824 h 2288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14325" h="228824">
                                    <a:moveTo>
                                      <a:pt x="314325" y="95474"/>
                                    </a:moveTo>
                                    <a:cubicBezTo>
                                      <a:pt x="294481" y="105396"/>
                                      <a:pt x="301625" y="0"/>
                                      <a:pt x="276225" y="0"/>
                                    </a:cubicBezTo>
                                    <a:cubicBezTo>
                                      <a:pt x="275965" y="-260"/>
                                      <a:pt x="179387" y="74799"/>
                                      <a:pt x="161925" y="95474"/>
                                    </a:cubicBezTo>
                                    <a:cubicBezTo>
                                      <a:pt x="144463" y="116149"/>
                                      <a:pt x="168275" y="114524"/>
                                      <a:pt x="171450" y="124049"/>
                                    </a:cubicBezTo>
                                    <a:lnTo>
                                      <a:pt x="114300" y="143099"/>
                                    </a:lnTo>
                                    <a:lnTo>
                                      <a:pt x="85725" y="152624"/>
                                    </a:lnTo>
                                    <a:cubicBezTo>
                                      <a:pt x="58424" y="143524"/>
                                      <a:pt x="40176" y="132190"/>
                                      <a:pt x="9525" y="152624"/>
                                    </a:cubicBezTo>
                                    <a:cubicBezTo>
                                      <a:pt x="1171" y="158193"/>
                                      <a:pt x="3175" y="171674"/>
                                      <a:pt x="0" y="181199"/>
                                    </a:cubicBezTo>
                                    <a:cubicBezTo>
                                      <a:pt x="3175" y="197074"/>
                                      <a:pt x="8255" y="208181"/>
                                      <a:pt x="9525" y="228824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0" o:spid="_x0000_s1026" style="position:absolute;margin-left:369.2pt;margin-top:312.05pt;width:24.75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314325,228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" path="m314325,95474c294481,105396,301625,,276225,v-260,-260,-96838,74799,-114300,95474c144463,116149,168275,114524,171450,124049r-57150,19050l85725,152624v-27301,-9100,-45549,-20434,-76200,c1171,158193,3175,171674,,181199v3175,15875,8255,26982,9525,47625e" filled="f" strokecolor="red" strokeweight="4.5pt">
                      <v:stroke joinstyle="miter"/>
                      <v:path arrowok="t" o:connecttype="custom" o:connectlocs="314325,95381;276225,0;161925,95381;171450,123928;114300,142959;85725,152475;9525,152475;0,181022;9525,228600" o:connectangles="0,0,0,0,0,0,0,0,0"/>
                      <w10:wrap anchory="page"/>
                    </v:shape>
                  </w:pict>
                </mc:Fallback>
              </mc:AlternateContent>
            </w:r>
            <w:r w:rsidR="00C646B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D5FB8D" wp14:editId="62200A24">
                      <wp:simplePos x="0" y="0"/>
                      <wp:positionH relativeFrom="column">
                        <wp:posOffset>1869440</wp:posOffset>
                      </wp:positionH>
                      <wp:positionV relativeFrom="page">
                        <wp:posOffset>3696335</wp:posOffset>
                      </wp:positionV>
                      <wp:extent cx="114300" cy="1390650"/>
                      <wp:effectExtent l="19050" t="19050" r="19050" b="19050"/>
                      <wp:wrapNone/>
                      <wp:docPr id="80" name="Freeform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90650"/>
                              </a:xfrm>
                              <a:custGeom>
                                <a:avLst/>
                                <a:gdLst>
                                  <a:gd name="connsiteX0" fmla="*/ 114300 w 190500"/>
                                  <a:gd name="connsiteY0" fmla="*/ 0 h 1066800"/>
                                  <a:gd name="connsiteX1" fmla="*/ 66675 w 190500"/>
                                  <a:gd name="connsiteY1" fmla="*/ 19050 h 1066800"/>
                                  <a:gd name="connsiteX2" fmla="*/ 47625 w 190500"/>
                                  <a:gd name="connsiteY2" fmla="*/ 76200 h 1066800"/>
                                  <a:gd name="connsiteX3" fmla="*/ 47625 w 190500"/>
                                  <a:gd name="connsiteY3" fmla="*/ 200025 h 1066800"/>
                                  <a:gd name="connsiteX4" fmla="*/ 19050 w 190500"/>
                                  <a:gd name="connsiteY4" fmla="*/ 219075 h 1066800"/>
                                  <a:gd name="connsiteX5" fmla="*/ 0 w 190500"/>
                                  <a:gd name="connsiteY5" fmla="*/ 247650 h 1066800"/>
                                  <a:gd name="connsiteX6" fmla="*/ 19050 w 190500"/>
                                  <a:gd name="connsiteY6" fmla="*/ 285750 h 1066800"/>
                                  <a:gd name="connsiteX7" fmla="*/ 38100 w 190500"/>
                                  <a:gd name="connsiteY7" fmla="*/ 342900 h 1066800"/>
                                  <a:gd name="connsiteX8" fmla="*/ 66675 w 190500"/>
                                  <a:gd name="connsiteY8" fmla="*/ 428625 h 1066800"/>
                                  <a:gd name="connsiteX9" fmla="*/ 85725 w 190500"/>
                                  <a:gd name="connsiteY9" fmla="*/ 485775 h 1066800"/>
                                  <a:gd name="connsiteX10" fmla="*/ 95250 w 190500"/>
                                  <a:gd name="connsiteY10" fmla="*/ 514350 h 1066800"/>
                                  <a:gd name="connsiteX11" fmla="*/ 76200 w 190500"/>
                                  <a:gd name="connsiteY11" fmla="*/ 542925 h 1066800"/>
                                  <a:gd name="connsiteX12" fmla="*/ 57150 w 190500"/>
                                  <a:gd name="connsiteY12" fmla="*/ 685800 h 1066800"/>
                                  <a:gd name="connsiteX13" fmla="*/ 19050 w 190500"/>
                                  <a:gd name="connsiteY13" fmla="*/ 742950 h 1066800"/>
                                  <a:gd name="connsiteX14" fmla="*/ 57150 w 190500"/>
                                  <a:gd name="connsiteY14" fmla="*/ 800100 h 1066800"/>
                                  <a:gd name="connsiteX15" fmla="*/ 104775 w 190500"/>
                                  <a:gd name="connsiteY15" fmla="*/ 885825 h 1066800"/>
                                  <a:gd name="connsiteX16" fmla="*/ 133350 w 190500"/>
                                  <a:gd name="connsiteY16" fmla="*/ 895350 h 1066800"/>
                                  <a:gd name="connsiteX17" fmla="*/ 123825 w 190500"/>
                                  <a:gd name="connsiteY17" fmla="*/ 923925 h 1066800"/>
                                  <a:gd name="connsiteX18" fmla="*/ 95250 w 190500"/>
                                  <a:gd name="connsiteY18" fmla="*/ 981075 h 1066800"/>
                                  <a:gd name="connsiteX19" fmla="*/ 133350 w 190500"/>
                                  <a:gd name="connsiteY19" fmla="*/ 1028700 h 1066800"/>
                                  <a:gd name="connsiteX20" fmla="*/ 161925 w 190500"/>
                                  <a:gd name="connsiteY20" fmla="*/ 1057275 h 1066800"/>
                                  <a:gd name="connsiteX21" fmla="*/ 190500 w 190500"/>
                                  <a:gd name="connsiteY21" fmla="*/ 1066800 h 1066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90500" h="1066800">
                                    <a:moveTo>
                                      <a:pt x="114300" y="0"/>
                                    </a:moveTo>
                                    <a:cubicBezTo>
                                      <a:pt x="98425" y="6350"/>
                                      <a:pt x="77934" y="6183"/>
                                      <a:pt x="66675" y="19050"/>
                                    </a:cubicBezTo>
                                    <a:cubicBezTo>
                                      <a:pt x="53452" y="34162"/>
                                      <a:pt x="47625" y="76200"/>
                                      <a:pt x="47625" y="76200"/>
                                    </a:cubicBezTo>
                                    <a:cubicBezTo>
                                      <a:pt x="49968" y="97291"/>
                                      <a:pt x="68051" y="169386"/>
                                      <a:pt x="47625" y="200025"/>
                                    </a:cubicBezTo>
                                    <a:cubicBezTo>
                                      <a:pt x="41275" y="209550"/>
                                      <a:pt x="28575" y="212725"/>
                                      <a:pt x="19050" y="219075"/>
                                    </a:cubicBezTo>
                                    <a:cubicBezTo>
                                      <a:pt x="12700" y="228600"/>
                                      <a:pt x="0" y="236202"/>
                                      <a:pt x="0" y="247650"/>
                                    </a:cubicBezTo>
                                    <a:cubicBezTo>
                                      <a:pt x="0" y="261849"/>
                                      <a:pt x="13777" y="272567"/>
                                      <a:pt x="19050" y="285750"/>
                                    </a:cubicBezTo>
                                    <a:cubicBezTo>
                                      <a:pt x="26508" y="304394"/>
                                      <a:pt x="31750" y="323850"/>
                                      <a:pt x="38100" y="342900"/>
                                    </a:cubicBezTo>
                                    <a:lnTo>
                                      <a:pt x="66675" y="428625"/>
                                    </a:lnTo>
                                    <a:lnTo>
                                      <a:pt x="85725" y="485775"/>
                                    </a:lnTo>
                                    <a:lnTo>
                                      <a:pt x="95250" y="514350"/>
                                    </a:lnTo>
                                    <a:cubicBezTo>
                                      <a:pt x="88900" y="523875"/>
                                      <a:pt x="78976" y="531819"/>
                                      <a:pt x="76200" y="542925"/>
                                    </a:cubicBezTo>
                                    <a:cubicBezTo>
                                      <a:pt x="75849" y="544331"/>
                                      <a:pt x="63807" y="669824"/>
                                      <a:pt x="57150" y="685800"/>
                                    </a:cubicBezTo>
                                    <a:cubicBezTo>
                                      <a:pt x="48344" y="706934"/>
                                      <a:pt x="19050" y="742950"/>
                                      <a:pt x="19050" y="742950"/>
                                    </a:cubicBezTo>
                                    <a:cubicBezTo>
                                      <a:pt x="31750" y="762000"/>
                                      <a:pt x="49910" y="778380"/>
                                      <a:pt x="57150" y="800100"/>
                                    </a:cubicBezTo>
                                    <a:cubicBezTo>
                                      <a:pt x="65537" y="825261"/>
                                      <a:pt x="80211" y="877637"/>
                                      <a:pt x="104775" y="885825"/>
                                    </a:cubicBezTo>
                                    <a:lnTo>
                                      <a:pt x="133350" y="895350"/>
                                    </a:lnTo>
                                    <a:cubicBezTo>
                                      <a:pt x="130175" y="904875"/>
                                      <a:pt x="128315" y="914945"/>
                                      <a:pt x="123825" y="923925"/>
                                    </a:cubicBezTo>
                                    <a:cubicBezTo>
                                      <a:pt x="86896" y="997783"/>
                                      <a:pt x="119191" y="909251"/>
                                      <a:pt x="95250" y="981075"/>
                                    </a:cubicBezTo>
                                    <a:cubicBezTo>
                                      <a:pt x="110887" y="1027985"/>
                                      <a:pt x="93580" y="995559"/>
                                      <a:pt x="133350" y="1028700"/>
                                    </a:cubicBezTo>
                                    <a:cubicBezTo>
                                      <a:pt x="143698" y="1037324"/>
                                      <a:pt x="150717" y="1049803"/>
                                      <a:pt x="161925" y="1057275"/>
                                    </a:cubicBezTo>
                                    <a:cubicBezTo>
                                      <a:pt x="170279" y="1062844"/>
                                      <a:pt x="190500" y="1066800"/>
                                      <a:pt x="190500" y="106680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0" o:spid="_x0000_s1026" style="position:absolute;margin-left:147.2pt;margin-top:291.05pt;width:9pt;height:10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905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" path="m114300,c98425,6350,77934,6183,66675,19050,53452,34162,47625,76200,47625,76200v2343,21091,20426,93186,,123825c41275,209550,28575,212725,19050,219075,12700,228600,,236202,,247650v,14199,13777,24917,19050,38100c26508,304394,31750,323850,38100,342900r28575,85725l85725,485775r9525,28575c88900,523875,78976,531819,76200,542925v-351,1406,-12393,126899,-19050,142875c48344,706934,19050,742950,19050,742950v12700,19050,30860,35430,38100,57150c65537,825261,80211,877637,104775,885825r28575,9525c130175,904875,128315,914945,123825,923925v-36929,73858,-4634,-14674,-28575,57150c110887,1027985,93580,995559,133350,1028700v10348,8624,17367,21103,28575,28575c170279,1062844,190500,1066800,190500,1066800e" filled="f" strokecolor="red" strokeweight="2.25pt">
                      <v:stroke joinstyle="miter"/>
                      <v:path arrowok="t" o:connecttype="custom" o:connectlocs="68580,0;40005,24833;28575,99332;28575,260747;11430,285580;0,322829;11430,372496;22860,446995;40005,558743;51435,633242;57150,670492;45720,707742;34290,893989;11430,968488;34290,1042988;62865,1154736;80010,1167153;74295,1204402;57150,1278901;80010,1340984;97155,1378233;114300,1390650" o:connectangles="0,0,0,0,0,0,0,0,0,0,0,0,0,0,0,0,0,0,0,0,0,0"/>
                      <w10:wrap anchory="page"/>
                    </v:shape>
                  </w:pict>
                </mc:Fallback>
              </mc:AlternateContent>
            </w:r>
            <w:r w:rsidR="0062752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E148EFA" wp14:editId="35BDD1AE">
                      <wp:simplePos x="0" y="0"/>
                      <wp:positionH relativeFrom="column">
                        <wp:posOffset>2212340</wp:posOffset>
                      </wp:positionH>
                      <wp:positionV relativeFrom="page">
                        <wp:posOffset>1324610</wp:posOffset>
                      </wp:positionV>
                      <wp:extent cx="133350" cy="1864360"/>
                      <wp:effectExtent l="57150" t="0" r="76200" b="59690"/>
                      <wp:wrapNone/>
                      <wp:docPr id="76" name="Freeform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864360"/>
                              </a:xfrm>
                              <a:custGeom>
                                <a:avLst/>
                                <a:gdLst>
                                  <a:gd name="connsiteX0" fmla="*/ 104775 w 104775"/>
                                  <a:gd name="connsiteY0" fmla="*/ 0 h 1895475"/>
                                  <a:gd name="connsiteX1" fmla="*/ 66675 w 104775"/>
                                  <a:gd name="connsiteY1" fmla="*/ 533400 h 1895475"/>
                                  <a:gd name="connsiteX2" fmla="*/ 0 w 104775"/>
                                  <a:gd name="connsiteY2" fmla="*/ 1123950 h 1895475"/>
                                  <a:gd name="connsiteX3" fmla="*/ 66675 w 104775"/>
                                  <a:gd name="connsiteY3" fmla="*/ 1504950 h 1895475"/>
                                  <a:gd name="connsiteX4" fmla="*/ 57150 w 104775"/>
                                  <a:gd name="connsiteY4" fmla="*/ 1895475 h 1895475"/>
                                  <a:gd name="connsiteX0" fmla="*/ 104775 w 106592"/>
                                  <a:gd name="connsiteY0" fmla="*/ 0 h 1828800"/>
                                  <a:gd name="connsiteX1" fmla="*/ 66675 w 106592"/>
                                  <a:gd name="connsiteY1" fmla="*/ 533400 h 1828800"/>
                                  <a:gd name="connsiteX2" fmla="*/ 0 w 106592"/>
                                  <a:gd name="connsiteY2" fmla="*/ 1123950 h 1828800"/>
                                  <a:gd name="connsiteX3" fmla="*/ 66675 w 106592"/>
                                  <a:gd name="connsiteY3" fmla="*/ 1504950 h 1828800"/>
                                  <a:gd name="connsiteX4" fmla="*/ 104775 w 106592"/>
                                  <a:gd name="connsiteY4" fmla="*/ 1828800 h 1828800"/>
                                  <a:gd name="connsiteX0" fmla="*/ 104775 w 108340"/>
                                  <a:gd name="connsiteY0" fmla="*/ 0 h 1885950"/>
                                  <a:gd name="connsiteX1" fmla="*/ 66675 w 108340"/>
                                  <a:gd name="connsiteY1" fmla="*/ 533400 h 1885950"/>
                                  <a:gd name="connsiteX2" fmla="*/ 0 w 108340"/>
                                  <a:gd name="connsiteY2" fmla="*/ 1123950 h 1885950"/>
                                  <a:gd name="connsiteX3" fmla="*/ 66675 w 108340"/>
                                  <a:gd name="connsiteY3" fmla="*/ 1504950 h 1885950"/>
                                  <a:gd name="connsiteX4" fmla="*/ 106592 w 108340"/>
                                  <a:gd name="connsiteY4" fmla="*/ 1885950 h 1885950"/>
                                  <a:gd name="connsiteX0" fmla="*/ 104775 w 110026"/>
                                  <a:gd name="connsiteY0" fmla="*/ 0 h 1750060"/>
                                  <a:gd name="connsiteX1" fmla="*/ 66675 w 110026"/>
                                  <a:gd name="connsiteY1" fmla="*/ 533400 h 1750060"/>
                                  <a:gd name="connsiteX2" fmla="*/ 0 w 110026"/>
                                  <a:gd name="connsiteY2" fmla="*/ 1123950 h 1750060"/>
                                  <a:gd name="connsiteX3" fmla="*/ 66675 w 110026"/>
                                  <a:gd name="connsiteY3" fmla="*/ 1504950 h 1750060"/>
                                  <a:gd name="connsiteX4" fmla="*/ 108340 w 110026"/>
                                  <a:gd name="connsiteY4" fmla="*/ 1750060 h 1750060"/>
                                  <a:gd name="connsiteX0" fmla="*/ 104775 w 104775"/>
                                  <a:gd name="connsiteY0" fmla="*/ 0 h 1864360"/>
                                  <a:gd name="connsiteX1" fmla="*/ 66675 w 104775"/>
                                  <a:gd name="connsiteY1" fmla="*/ 533400 h 1864360"/>
                                  <a:gd name="connsiteX2" fmla="*/ 0 w 104775"/>
                                  <a:gd name="connsiteY2" fmla="*/ 1123950 h 1864360"/>
                                  <a:gd name="connsiteX3" fmla="*/ 66675 w 104775"/>
                                  <a:gd name="connsiteY3" fmla="*/ 1504950 h 1864360"/>
                                  <a:gd name="connsiteX4" fmla="*/ 19080 w 104775"/>
                                  <a:gd name="connsiteY4" fmla="*/ 1864360 h 1864360"/>
                                  <a:gd name="connsiteX0" fmla="*/ 104775 w 106592"/>
                                  <a:gd name="connsiteY0" fmla="*/ 0 h 1864360"/>
                                  <a:gd name="connsiteX1" fmla="*/ 66675 w 106592"/>
                                  <a:gd name="connsiteY1" fmla="*/ 533400 h 1864360"/>
                                  <a:gd name="connsiteX2" fmla="*/ 0 w 106592"/>
                                  <a:gd name="connsiteY2" fmla="*/ 1123950 h 1864360"/>
                                  <a:gd name="connsiteX3" fmla="*/ 66675 w 106592"/>
                                  <a:gd name="connsiteY3" fmla="*/ 1504950 h 1864360"/>
                                  <a:gd name="connsiteX4" fmla="*/ 104775 w 106592"/>
                                  <a:gd name="connsiteY4" fmla="*/ 1864360 h 1864360"/>
                                  <a:gd name="connsiteX0" fmla="*/ 134038 w 134038"/>
                                  <a:gd name="connsiteY0" fmla="*/ 0 h 1864360"/>
                                  <a:gd name="connsiteX1" fmla="*/ 66675 w 134038"/>
                                  <a:gd name="connsiteY1" fmla="*/ 533400 h 1864360"/>
                                  <a:gd name="connsiteX2" fmla="*/ 0 w 134038"/>
                                  <a:gd name="connsiteY2" fmla="*/ 1123950 h 1864360"/>
                                  <a:gd name="connsiteX3" fmla="*/ 66675 w 134038"/>
                                  <a:gd name="connsiteY3" fmla="*/ 1504950 h 1864360"/>
                                  <a:gd name="connsiteX4" fmla="*/ 104775 w 134038"/>
                                  <a:gd name="connsiteY4" fmla="*/ 1864360 h 186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4038" h="1864360">
                                    <a:moveTo>
                                      <a:pt x="134038" y="0"/>
                                    </a:moveTo>
                                    <a:cubicBezTo>
                                      <a:pt x="123719" y="173037"/>
                                      <a:pt x="89015" y="346075"/>
                                      <a:pt x="66675" y="533400"/>
                                    </a:cubicBezTo>
                                    <a:cubicBezTo>
                                      <a:pt x="44335" y="720725"/>
                                      <a:pt x="0" y="962025"/>
                                      <a:pt x="0" y="1123950"/>
                                    </a:cubicBezTo>
                                    <a:cubicBezTo>
                                      <a:pt x="0" y="1285875"/>
                                      <a:pt x="49213" y="1381548"/>
                                      <a:pt x="66675" y="1504950"/>
                                    </a:cubicBezTo>
                                    <a:cubicBezTo>
                                      <a:pt x="84138" y="1628352"/>
                                      <a:pt x="114300" y="1733391"/>
                                      <a:pt x="104775" y="186436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6" o:spid="_x0000_s1026" style="position:absolute;margin-left:174.2pt;margin-top:104.3pt;width:10.5pt;height:14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34038,186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" path="m134038,c123719,173037,89015,346075,66675,533400,44335,720725,,962025,,1123950v,161925,49213,257598,66675,381000c84138,1628352,114300,1733391,104775,1864360e" filled="f" strokecolor="red" strokeweight="4.5pt">
                      <v:stroke endarrow="block" joinstyle="miter"/>
                      <v:path arrowok="t" o:connecttype="custom" o:connectlocs="133350,0;66333,533400;0,1123950;66333,1504950;104237,1864360" o:connectangles="0,0,0,0,0"/>
                      <w10:wrap anchory="page"/>
                    </v:shape>
                  </w:pict>
                </mc:Fallback>
              </mc:AlternateContent>
            </w:r>
            <w:r w:rsidR="007A443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263E7E" wp14:editId="0C38249E">
                      <wp:simplePos x="0" y="0"/>
                      <wp:positionH relativeFrom="column">
                        <wp:posOffset>4631690</wp:posOffset>
                      </wp:positionH>
                      <wp:positionV relativeFrom="page">
                        <wp:posOffset>4172585</wp:posOffset>
                      </wp:positionV>
                      <wp:extent cx="361950" cy="1143000"/>
                      <wp:effectExtent l="19050" t="19050" r="19050" b="19050"/>
                      <wp:wrapNone/>
                      <wp:docPr id="84" name="Freeform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1143000"/>
                              </a:xfrm>
                              <a:custGeom>
                                <a:avLst/>
                                <a:gdLst>
                                  <a:gd name="connsiteX0" fmla="*/ 361950 w 361950"/>
                                  <a:gd name="connsiteY0" fmla="*/ 0 h 1143000"/>
                                  <a:gd name="connsiteX1" fmla="*/ 333375 w 361950"/>
                                  <a:gd name="connsiteY1" fmla="*/ 47625 h 1143000"/>
                                  <a:gd name="connsiteX2" fmla="*/ 323850 w 361950"/>
                                  <a:gd name="connsiteY2" fmla="*/ 142875 h 1143000"/>
                                  <a:gd name="connsiteX3" fmla="*/ 276225 w 361950"/>
                                  <a:gd name="connsiteY3" fmla="*/ 152400 h 1143000"/>
                                  <a:gd name="connsiteX4" fmla="*/ 247650 w 361950"/>
                                  <a:gd name="connsiteY4" fmla="*/ 161925 h 1143000"/>
                                  <a:gd name="connsiteX5" fmla="*/ 238125 w 361950"/>
                                  <a:gd name="connsiteY5" fmla="*/ 190500 h 1143000"/>
                                  <a:gd name="connsiteX6" fmla="*/ 228600 w 361950"/>
                                  <a:gd name="connsiteY6" fmla="*/ 333375 h 1143000"/>
                                  <a:gd name="connsiteX7" fmla="*/ 200025 w 361950"/>
                                  <a:gd name="connsiteY7" fmla="*/ 352425 h 1143000"/>
                                  <a:gd name="connsiteX8" fmla="*/ 161925 w 361950"/>
                                  <a:gd name="connsiteY8" fmla="*/ 361950 h 1143000"/>
                                  <a:gd name="connsiteX9" fmla="*/ 133350 w 361950"/>
                                  <a:gd name="connsiteY9" fmla="*/ 371475 h 1143000"/>
                                  <a:gd name="connsiteX10" fmla="*/ 123825 w 361950"/>
                                  <a:gd name="connsiteY10" fmla="*/ 400050 h 1143000"/>
                                  <a:gd name="connsiteX11" fmla="*/ 114300 w 361950"/>
                                  <a:gd name="connsiteY11" fmla="*/ 514350 h 1143000"/>
                                  <a:gd name="connsiteX12" fmla="*/ 76200 w 361950"/>
                                  <a:gd name="connsiteY12" fmla="*/ 571500 h 1143000"/>
                                  <a:gd name="connsiteX13" fmla="*/ 104775 w 361950"/>
                                  <a:gd name="connsiteY13" fmla="*/ 666750 h 1143000"/>
                                  <a:gd name="connsiteX14" fmla="*/ 95250 w 361950"/>
                                  <a:gd name="connsiteY14" fmla="*/ 695325 h 1143000"/>
                                  <a:gd name="connsiteX15" fmla="*/ 104775 w 361950"/>
                                  <a:gd name="connsiteY15" fmla="*/ 866775 h 1143000"/>
                                  <a:gd name="connsiteX16" fmla="*/ 114300 w 361950"/>
                                  <a:gd name="connsiteY16" fmla="*/ 895350 h 1143000"/>
                                  <a:gd name="connsiteX17" fmla="*/ 104775 w 361950"/>
                                  <a:gd name="connsiteY17" fmla="*/ 923925 h 1143000"/>
                                  <a:gd name="connsiteX18" fmla="*/ 95250 w 361950"/>
                                  <a:gd name="connsiteY18" fmla="*/ 981075 h 1143000"/>
                                  <a:gd name="connsiteX19" fmla="*/ 76200 w 361950"/>
                                  <a:gd name="connsiteY19" fmla="*/ 1009650 h 1143000"/>
                                  <a:gd name="connsiteX20" fmla="*/ 38100 w 361950"/>
                                  <a:gd name="connsiteY20" fmla="*/ 1066800 h 1143000"/>
                                  <a:gd name="connsiteX21" fmla="*/ 28575 w 361950"/>
                                  <a:gd name="connsiteY21" fmla="*/ 1095375 h 1143000"/>
                                  <a:gd name="connsiteX22" fmla="*/ 0 w 361950"/>
                                  <a:gd name="connsiteY22" fmla="*/ 1104900 h 1143000"/>
                                  <a:gd name="connsiteX23" fmla="*/ 28575 w 361950"/>
                                  <a:gd name="connsiteY23" fmla="*/ 1114425 h 1143000"/>
                                  <a:gd name="connsiteX24" fmla="*/ 66675 w 361950"/>
                                  <a:gd name="connsiteY24" fmla="*/ 1143000 h 1143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61950" h="1143000">
                                    <a:moveTo>
                                      <a:pt x="361950" y="0"/>
                                    </a:moveTo>
                                    <a:cubicBezTo>
                                      <a:pt x="352425" y="15875"/>
                                      <a:pt x="338145" y="29737"/>
                                      <a:pt x="333375" y="47625"/>
                                    </a:cubicBezTo>
                                    <a:cubicBezTo>
                                      <a:pt x="325153" y="78456"/>
                                      <a:pt x="339129" y="114863"/>
                                      <a:pt x="323850" y="142875"/>
                                    </a:cubicBezTo>
                                    <a:cubicBezTo>
                                      <a:pt x="316098" y="157088"/>
                                      <a:pt x="291931" y="148473"/>
                                      <a:pt x="276225" y="152400"/>
                                    </a:cubicBezTo>
                                    <a:cubicBezTo>
                                      <a:pt x="266485" y="154835"/>
                                      <a:pt x="257175" y="158750"/>
                                      <a:pt x="247650" y="161925"/>
                                    </a:cubicBezTo>
                                    <a:cubicBezTo>
                                      <a:pt x="244475" y="171450"/>
                                      <a:pt x="239234" y="180521"/>
                                      <a:pt x="238125" y="190500"/>
                                    </a:cubicBezTo>
                                    <a:cubicBezTo>
                                      <a:pt x="232854" y="237939"/>
                                      <a:pt x="239532" y="286913"/>
                                      <a:pt x="228600" y="333375"/>
                                    </a:cubicBezTo>
                                    <a:cubicBezTo>
                                      <a:pt x="225978" y="344518"/>
                                      <a:pt x="210547" y="347916"/>
                                      <a:pt x="200025" y="352425"/>
                                    </a:cubicBezTo>
                                    <a:cubicBezTo>
                                      <a:pt x="187993" y="357582"/>
                                      <a:pt x="174512" y="358354"/>
                                      <a:pt x="161925" y="361950"/>
                                    </a:cubicBezTo>
                                    <a:cubicBezTo>
                                      <a:pt x="152271" y="364708"/>
                                      <a:pt x="142875" y="368300"/>
                                      <a:pt x="133350" y="371475"/>
                                    </a:cubicBezTo>
                                    <a:cubicBezTo>
                                      <a:pt x="130175" y="381000"/>
                                      <a:pt x="125152" y="390098"/>
                                      <a:pt x="123825" y="400050"/>
                                    </a:cubicBezTo>
                                    <a:cubicBezTo>
                                      <a:pt x="118772" y="437947"/>
                                      <a:pt x="124533" y="477513"/>
                                      <a:pt x="114300" y="514350"/>
                                    </a:cubicBezTo>
                                    <a:cubicBezTo>
                                      <a:pt x="108172" y="536410"/>
                                      <a:pt x="76200" y="571500"/>
                                      <a:pt x="76200" y="571500"/>
                                    </a:cubicBezTo>
                                    <a:cubicBezTo>
                                      <a:pt x="118924" y="635587"/>
                                      <a:pt x="121361" y="608700"/>
                                      <a:pt x="104775" y="666750"/>
                                    </a:cubicBezTo>
                                    <a:cubicBezTo>
                                      <a:pt x="102017" y="676404"/>
                                      <a:pt x="98425" y="685800"/>
                                      <a:pt x="95250" y="695325"/>
                                    </a:cubicBezTo>
                                    <a:cubicBezTo>
                                      <a:pt x="98425" y="752475"/>
                                      <a:pt x="99348" y="809795"/>
                                      <a:pt x="104775" y="866775"/>
                                    </a:cubicBezTo>
                                    <a:cubicBezTo>
                                      <a:pt x="105727" y="876770"/>
                                      <a:pt x="114300" y="885310"/>
                                      <a:pt x="114300" y="895350"/>
                                    </a:cubicBezTo>
                                    <a:cubicBezTo>
                                      <a:pt x="114300" y="905390"/>
                                      <a:pt x="106953" y="914124"/>
                                      <a:pt x="104775" y="923925"/>
                                    </a:cubicBezTo>
                                    <a:cubicBezTo>
                                      <a:pt x="100585" y="942778"/>
                                      <a:pt x="101357" y="962753"/>
                                      <a:pt x="95250" y="981075"/>
                                    </a:cubicBezTo>
                                    <a:cubicBezTo>
                                      <a:pt x="91630" y="991935"/>
                                      <a:pt x="81320" y="999411"/>
                                      <a:pt x="76200" y="1009650"/>
                                    </a:cubicBezTo>
                                    <a:cubicBezTo>
                                      <a:pt x="48631" y="1064789"/>
                                      <a:pt x="92269" y="1012631"/>
                                      <a:pt x="38100" y="1066800"/>
                                    </a:cubicBezTo>
                                    <a:cubicBezTo>
                                      <a:pt x="34925" y="1076325"/>
                                      <a:pt x="35675" y="1088275"/>
                                      <a:pt x="28575" y="1095375"/>
                                    </a:cubicBezTo>
                                    <a:cubicBezTo>
                                      <a:pt x="21475" y="1102475"/>
                                      <a:pt x="0" y="1094860"/>
                                      <a:pt x="0" y="1104900"/>
                                    </a:cubicBezTo>
                                    <a:cubicBezTo>
                                      <a:pt x="0" y="1114940"/>
                                      <a:pt x="19595" y="1109935"/>
                                      <a:pt x="28575" y="1114425"/>
                                    </a:cubicBezTo>
                                    <a:cubicBezTo>
                                      <a:pt x="50116" y="1125195"/>
                                      <a:pt x="53280" y="1129605"/>
                                      <a:pt x="66675" y="114300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4" o:spid="_x0000_s1026" style="position:absolute;margin-left:364.7pt;margin-top:328.55pt;width:28.5pt;height:90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6195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" path="m361950,v-9525,15875,-23805,29737,-28575,47625c325153,78456,339129,114863,323850,142875v-7752,14213,-31919,5598,-47625,9525c266485,154835,257175,158750,247650,161925v-3175,9525,-8416,18596,-9525,28575c232854,237939,239532,286913,228600,333375v-2622,11143,-18053,14541,-28575,19050c187993,357582,174512,358354,161925,361950v-9654,2758,-19050,6350,-28575,9525c130175,381000,125152,390098,123825,400050v-5053,37897,708,77463,-9525,114300c108172,536410,76200,571500,76200,571500v42724,64087,45161,37200,28575,95250c102017,676404,98425,685800,95250,695325v3175,57150,4098,114470,9525,171450c105727,876770,114300,885310,114300,895350v,10040,-7347,18774,-9525,28575c100585,942778,101357,962753,95250,981075v-3620,10860,-13930,18336,-19050,28575c48631,1064789,92269,1012631,38100,1066800v-3175,9525,-2425,21475,-9525,28575c21475,1102475,,1094860,,1104900v,10040,19595,5035,28575,9525c50116,1125195,53280,1129605,66675,1143000e" filled="f" strokecolor="red" strokeweight="3pt">
                      <v:stroke joinstyle="miter"/>
                      <v:path arrowok="t" o:connecttype="custom" o:connectlocs="361950,0;333375,47625;323850,142875;276225,152400;247650,161925;238125,190500;228600,333375;200025,352425;161925,361950;133350,371475;123825,400050;114300,514350;76200,571500;104775,666750;95250,695325;104775,866775;114300,895350;104775,923925;95250,981075;76200,1009650;38100,1066800;28575,1095375;0,1104900;28575,1114425;66675,1143000" o:connectangles="0,0,0,0,0,0,0,0,0,0,0,0,0,0,0,0,0,0,0,0,0,0,0,0,0"/>
                      <w10:wrap anchory="page"/>
                    </v:shape>
                  </w:pict>
                </mc:Fallback>
              </mc:AlternateContent>
            </w:r>
            <w:r w:rsidR="007A443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E187C1" wp14:editId="4721E675">
                      <wp:simplePos x="0" y="0"/>
                      <wp:positionH relativeFrom="column">
                        <wp:posOffset>1450340</wp:posOffset>
                      </wp:positionH>
                      <wp:positionV relativeFrom="page">
                        <wp:posOffset>4677411</wp:posOffset>
                      </wp:positionV>
                      <wp:extent cx="295275" cy="457200"/>
                      <wp:effectExtent l="19050" t="19050" r="47625" b="19050"/>
                      <wp:wrapNone/>
                      <wp:docPr id="72" name="Freeform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457200"/>
                              </a:xfrm>
                              <a:custGeom>
                                <a:avLst/>
                                <a:gdLst>
                                  <a:gd name="connsiteX0" fmla="*/ 295275 w 295275"/>
                                  <a:gd name="connsiteY0" fmla="*/ 0 h 476250"/>
                                  <a:gd name="connsiteX1" fmla="*/ 247650 w 295275"/>
                                  <a:gd name="connsiteY1" fmla="*/ 19050 h 476250"/>
                                  <a:gd name="connsiteX2" fmla="*/ 257175 w 295275"/>
                                  <a:gd name="connsiteY2" fmla="*/ 57150 h 476250"/>
                                  <a:gd name="connsiteX3" fmla="*/ 285750 w 295275"/>
                                  <a:gd name="connsiteY3" fmla="*/ 114300 h 476250"/>
                                  <a:gd name="connsiteX4" fmla="*/ 295275 w 295275"/>
                                  <a:gd name="connsiteY4" fmla="*/ 142875 h 476250"/>
                                  <a:gd name="connsiteX5" fmla="*/ 285750 w 295275"/>
                                  <a:gd name="connsiteY5" fmla="*/ 200025 h 476250"/>
                                  <a:gd name="connsiteX6" fmla="*/ 228600 w 295275"/>
                                  <a:gd name="connsiteY6" fmla="*/ 219075 h 476250"/>
                                  <a:gd name="connsiteX7" fmla="*/ 200025 w 295275"/>
                                  <a:gd name="connsiteY7" fmla="*/ 228600 h 476250"/>
                                  <a:gd name="connsiteX8" fmla="*/ 228600 w 295275"/>
                                  <a:gd name="connsiteY8" fmla="*/ 314325 h 476250"/>
                                  <a:gd name="connsiteX9" fmla="*/ 238125 w 295275"/>
                                  <a:gd name="connsiteY9" fmla="*/ 342900 h 476250"/>
                                  <a:gd name="connsiteX10" fmla="*/ 228600 w 295275"/>
                                  <a:gd name="connsiteY10" fmla="*/ 371475 h 476250"/>
                                  <a:gd name="connsiteX11" fmla="*/ 200025 w 295275"/>
                                  <a:gd name="connsiteY11" fmla="*/ 381000 h 476250"/>
                                  <a:gd name="connsiteX12" fmla="*/ 38100 w 295275"/>
                                  <a:gd name="connsiteY12" fmla="*/ 390525 h 476250"/>
                                  <a:gd name="connsiteX13" fmla="*/ 19050 w 295275"/>
                                  <a:gd name="connsiteY13" fmla="*/ 447675 h 476250"/>
                                  <a:gd name="connsiteX14" fmla="*/ 9525 w 295275"/>
                                  <a:gd name="connsiteY14" fmla="*/ 476250 h 476250"/>
                                  <a:gd name="connsiteX15" fmla="*/ 0 w 295275"/>
                                  <a:gd name="connsiteY15" fmla="*/ 476250 h 476250"/>
                                  <a:gd name="connsiteX0" fmla="*/ 295275 w 295275"/>
                                  <a:gd name="connsiteY0" fmla="*/ 0 h 561975"/>
                                  <a:gd name="connsiteX1" fmla="*/ 247650 w 295275"/>
                                  <a:gd name="connsiteY1" fmla="*/ 104775 h 561975"/>
                                  <a:gd name="connsiteX2" fmla="*/ 257175 w 295275"/>
                                  <a:gd name="connsiteY2" fmla="*/ 142875 h 561975"/>
                                  <a:gd name="connsiteX3" fmla="*/ 285750 w 295275"/>
                                  <a:gd name="connsiteY3" fmla="*/ 200025 h 561975"/>
                                  <a:gd name="connsiteX4" fmla="*/ 295275 w 295275"/>
                                  <a:gd name="connsiteY4" fmla="*/ 228600 h 561975"/>
                                  <a:gd name="connsiteX5" fmla="*/ 285750 w 295275"/>
                                  <a:gd name="connsiteY5" fmla="*/ 285750 h 561975"/>
                                  <a:gd name="connsiteX6" fmla="*/ 228600 w 295275"/>
                                  <a:gd name="connsiteY6" fmla="*/ 304800 h 561975"/>
                                  <a:gd name="connsiteX7" fmla="*/ 200025 w 295275"/>
                                  <a:gd name="connsiteY7" fmla="*/ 314325 h 561975"/>
                                  <a:gd name="connsiteX8" fmla="*/ 228600 w 295275"/>
                                  <a:gd name="connsiteY8" fmla="*/ 400050 h 561975"/>
                                  <a:gd name="connsiteX9" fmla="*/ 238125 w 295275"/>
                                  <a:gd name="connsiteY9" fmla="*/ 428625 h 561975"/>
                                  <a:gd name="connsiteX10" fmla="*/ 228600 w 295275"/>
                                  <a:gd name="connsiteY10" fmla="*/ 457200 h 561975"/>
                                  <a:gd name="connsiteX11" fmla="*/ 200025 w 295275"/>
                                  <a:gd name="connsiteY11" fmla="*/ 466725 h 561975"/>
                                  <a:gd name="connsiteX12" fmla="*/ 38100 w 295275"/>
                                  <a:gd name="connsiteY12" fmla="*/ 476250 h 561975"/>
                                  <a:gd name="connsiteX13" fmla="*/ 19050 w 295275"/>
                                  <a:gd name="connsiteY13" fmla="*/ 533400 h 561975"/>
                                  <a:gd name="connsiteX14" fmla="*/ 9525 w 295275"/>
                                  <a:gd name="connsiteY14" fmla="*/ 561975 h 561975"/>
                                  <a:gd name="connsiteX15" fmla="*/ 0 w 295275"/>
                                  <a:gd name="connsiteY15" fmla="*/ 561975 h 561975"/>
                                  <a:gd name="connsiteX0" fmla="*/ 247650 w 295275"/>
                                  <a:gd name="connsiteY0" fmla="*/ 0 h 457200"/>
                                  <a:gd name="connsiteX1" fmla="*/ 257175 w 295275"/>
                                  <a:gd name="connsiteY1" fmla="*/ 38100 h 457200"/>
                                  <a:gd name="connsiteX2" fmla="*/ 285750 w 295275"/>
                                  <a:gd name="connsiteY2" fmla="*/ 95250 h 457200"/>
                                  <a:gd name="connsiteX3" fmla="*/ 295275 w 295275"/>
                                  <a:gd name="connsiteY3" fmla="*/ 123825 h 457200"/>
                                  <a:gd name="connsiteX4" fmla="*/ 285750 w 295275"/>
                                  <a:gd name="connsiteY4" fmla="*/ 180975 h 457200"/>
                                  <a:gd name="connsiteX5" fmla="*/ 228600 w 295275"/>
                                  <a:gd name="connsiteY5" fmla="*/ 200025 h 457200"/>
                                  <a:gd name="connsiteX6" fmla="*/ 200025 w 295275"/>
                                  <a:gd name="connsiteY6" fmla="*/ 209550 h 457200"/>
                                  <a:gd name="connsiteX7" fmla="*/ 228600 w 295275"/>
                                  <a:gd name="connsiteY7" fmla="*/ 295275 h 457200"/>
                                  <a:gd name="connsiteX8" fmla="*/ 238125 w 295275"/>
                                  <a:gd name="connsiteY8" fmla="*/ 323850 h 457200"/>
                                  <a:gd name="connsiteX9" fmla="*/ 228600 w 295275"/>
                                  <a:gd name="connsiteY9" fmla="*/ 352425 h 457200"/>
                                  <a:gd name="connsiteX10" fmla="*/ 200025 w 295275"/>
                                  <a:gd name="connsiteY10" fmla="*/ 361950 h 457200"/>
                                  <a:gd name="connsiteX11" fmla="*/ 38100 w 295275"/>
                                  <a:gd name="connsiteY11" fmla="*/ 371475 h 457200"/>
                                  <a:gd name="connsiteX12" fmla="*/ 19050 w 295275"/>
                                  <a:gd name="connsiteY12" fmla="*/ 428625 h 457200"/>
                                  <a:gd name="connsiteX13" fmla="*/ 9525 w 295275"/>
                                  <a:gd name="connsiteY13" fmla="*/ 457200 h 457200"/>
                                  <a:gd name="connsiteX14" fmla="*/ 0 w 295275"/>
                                  <a:gd name="connsiteY14" fmla="*/ 457200 h 457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95275" h="457200">
                                    <a:moveTo>
                                      <a:pt x="247650" y="0"/>
                                    </a:moveTo>
                                    <a:cubicBezTo>
                                      <a:pt x="241300" y="23812"/>
                                      <a:pt x="253579" y="25513"/>
                                      <a:pt x="257175" y="38100"/>
                                    </a:cubicBezTo>
                                    <a:cubicBezTo>
                                      <a:pt x="273136" y="93963"/>
                                      <a:pt x="257920" y="39590"/>
                                      <a:pt x="285750" y="95250"/>
                                    </a:cubicBezTo>
                                    <a:cubicBezTo>
                                      <a:pt x="290240" y="104230"/>
                                      <a:pt x="292100" y="114300"/>
                                      <a:pt x="295275" y="123825"/>
                                    </a:cubicBezTo>
                                    <a:cubicBezTo>
                                      <a:pt x="292100" y="142875"/>
                                      <a:pt x="298468" y="166441"/>
                                      <a:pt x="285750" y="180975"/>
                                    </a:cubicBezTo>
                                    <a:cubicBezTo>
                                      <a:pt x="272527" y="196087"/>
                                      <a:pt x="247650" y="193675"/>
                                      <a:pt x="228600" y="200025"/>
                                    </a:cubicBezTo>
                                    <a:lnTo>
                                      <a:pt x="200025" y="209550"/>
                                    </a:lnTo>
                                    <a:lnTo>
                                      <a:pt x="228600" y="295275"/>
                                    </a:lnTo>
                                    <a:lnTo>
                                      <a:pt x="238125" y="323850"/>
                                    </a:lnTo>
                                    <a:cubicBezTo>
                                      <a:pt x="234950" y="333375"/>
                                      <a:pt x="235700" y="345325"/>
                                      <a:pt x="228600" y="352425"/>
                                    </a:cubicBezTo>
                                    <a:cubicBezTo>
                                      <a:pt x="221500" y="359525"/>
                                      <a:pt x="210015" y="360951"/>
                                      <a:pt x="200025" y="361950"/>
                                    </a:cubicBezTo>
                                    <a:cubicBezTo>
                                      <a:pt x="146225" y="367330"/>
                                      <a:pt x="92075" y="368300"/>
                                      <a:pt x="38100" y="371475"/>
                                    </a:cubicBezTo>
                                    <a:lnTo>
                                      <a:pt x="19050" y="428625"/>
                                    </a:lnTo>
                                    <a:cubicBezTo>
                                      <a:pt x="15875" y="438150"/>
                                      <a:pt x="19565" y="457200"/>
                                      <a:pt x="9525" y="457200"/>
                                    </a:cubicBezTo>
                                    <a:lnTo>
                                      <a:pt x="0" y="45720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2" o:spid="_x0000_s1026" style="position:absolute;margin-left:114.2pt;margin-top:368.3pt;width:23.25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29527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" path="m247650,v-6350,23812,5929,25513,9525,38100c273136,93963,257920,39590,285750,95250v4490,8980,6350,19050,9525,28575c292100,142875,298468,166441,285750,180975v-13223,15112,-38100,12700,-57150,19050l200025,209550r28575,85725l238125,323850v-3175,9525,-2425,21475,-9525,28575c221500,359525,210015,360951,200025,361950v-53800,5380,-107950,6350,-161925,9525l19050,428625v-3175,9525,515,28575,-9525,28575l,457200e" filled="f" strokecolor="red" strokeweight="3pt">
                      <v:stroke joinstyle="miter"/>
                      <v:path arrowok="t" o:connecttype="custom" o:connectlocs="247650,0;257175,38100;285750,95250;295275,123825;285750,180975;228600,200025;200025,209550;228600,295275;238125,323850;228600,352425;200025,361950;38100,371475;19050,428625;9525,457200;0,457200" o:connectangles="0,0,0,0,0,0,0,0,0,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92ED31" wp14:editId="71A27712">
                      <wp:simplePos x="0" y="0"/>
                      <wp:positionH relativeFrom="column">
                        <wp:posOffset>1945005</wp:posOffset>
                      </wp:positionH>
                      <wp:positionV relativeFrom="page">
                        <wp:posOffset>1153160</wp:posOffset>
                      </wp:positionV>
                      <wp:extent cx="247650" cy="3829050"/>
                      <wp:effectExtent l="57150" t="19050" r="19050" b="38100"/>
                      <wp:wrapNone/>
                      <wp:docPr id="75" name="Freeform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3829050"/>
                              </a:xfrm>
                              <a:custGeom>
                                <a:avLst/>
                                <a:gdLst>
                                  <a:gd name="connsiteX0" fmla="*/ 247853 w 247853"/>
                                  <a:gd name="connsiteY0" fmla="*/ 0 h 3829050"/>
                                  <a:gd name="connsiteX1" fmla="*/ 95453 w 247853"/>
                                  <a:gd name="connsiteY1" fmla="*/ 161925 h 3829050"/>
                                  <a:gd name="connsiteX2" fmla="*/ 38303 w 247853"/>
                                  <a:gd name="connsiteY2" fmla="*/ 914400 h 3829050"/>
                                  <a:gd name="connsiteX3" fmla="*/ 9728 w 247853"/>
                                  <a:gd name="connsiteY3" fmla="*/ 1657350 h 3829050"/>
                                  <a:gd name="connsiteX4" fmla="*/ 28778 w 247853"/>
                                  <a:gd name="connsiteY4" fmla="*/ 1952625 h 3829050"/>
                                  <a:gd name="connsiteX5" fmla="*/ 57353 w 247853"/>
                                  <a:gd name="connsiteY5" fmla="*/ 2190750 h 3829050"/>
                                  <a:gd name="connsiteX6" fmla="*/ 203 w 247853"/>
                                  <a:gd name="connsiteY6" fmla="*/ 2667000 h 3829050"/>
                                  <a:gd name="connsiteX7" fmla="*/ 38303 w 247853"/>
                                  <a:gd name="connsiteY7" fmla="*/ 3371850 h 3829050"/>
                                  <a:gd name="connsiteX8" fmla="*/ 38303 w 247853"/>
                                  <a:gd name="connsiteY8" fmla="*/ 3829050 h 3829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47853" h="3829050">
                                    <a:moveTo>
                                      <a:pt x="247853" y="0"/>
                                    </a:moveTo>
                                    <a:cubicBezTo>
                                      <a:pt x="189115" y="4762"/>
                                      <a:pt x="130378" y="9525"/>
                                      <a:pt x="95453" y="161925"/>
                                    </a:cubicBezTo>
                                    <a:cubicBezTo>
                                      <a:pt x="60528" y="314325"/>
                                      <a:pt x="52590" y="665163"/>
                                      <a:pt x="38303" y="914400"/>
                                    </a:cubicBezTo>
                                    <a:cubicBezTo>
                                      <a:pt x="24016" y="1163637"/>
                                      <a:pt x="11315" y="1484313"/>
                                      <a:pt x="9728" y="1657350"/>
                                    </a:cubicBezTo>
                                    <a:cubicBezTo>
                                      <a:pt x="8141" y="1830387"/>
                                      <a:pt x="20841" y="1863725"/>
                                      <a:pt x="28778" y="1952625"/>
                                    </a:cubicBezTo>
                                    <a:cubicBezTo>
                                      <a:pt x="36715" y="2041525"/>
                                      <a:pt x="62115" y="2071688"/>
                                      <a:pt x="57353" y="2190750"/>
                                    </a:cubicBezTo>
                                    <a:cubicBezTo>
                                      <a:pt x="52591" y="2309812"/>
                                      <a:pt x="3378" y="2470150"/>
                                      <a:pt x="203" y="2667000"/>
                                    </a:cubicBezTo>
                                    <a:cubicBezTo>
                                      <a:pt x="-2972" y="2863850"/>
                                      <a:pt x="31953" y="3178175"/>
                                      <a:pt x="38303" y="3371850"/>
                                    </a:cubicBezTo>
                                    <a:cubicBezTo>
                                      <a:pt x="44653" y="3565525"/>
                                      <a:pt x="38303" y="3829050"/>
                                      <a:pt x="38303" y="382905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5" o:spid="_x0000_s1026" style="position:absolute;margin-left:153.15pt;margin-top:90.8pt;width:19.5pt;height:30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47853,382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" path="m247853,c189115,4762,130378,9525,95453,161925,60528,314325,52590,665163,38303,914400,24016,1163637,11315,1484313,9728,1657350v-1587,173037,11113,206375,19050,295275c36715,2041525,62115,2071688,57353,2190750,52591,2309812,3378,2470150,203,2667000v-3175,196850,31750,511175,38100,704850c44653,3565525,38303,3829050,38303,3829050e" filled="f" strokecolor="red" strokeweight="3pt">
                      <v:stroke endarrow="block" joinstyle="miter"/>
                      <v:path arrowok="t" o:connecttype="custom" o:connectlocs="247650,0;95375,161925;38272,914400;9720,1657350;28754,1952625;57306,2190750;203,2667000;38272,3371850;38272,3829050" o:connectangles="0,0,0,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BEDA90" wp14:editId="34D384E1">
                      <wp:simplePos x="0" y="0"/>
                      <wp:positionH relativeFrom="column">
                        <wp:posOffset>1546225</wp:posOffset>
                      </wp:positionH>
                      <wp:positionV relativeFrom="page">
                        <wp:posOffset>4096385</wp:posOffset>
                      </wp:positionV>
                      <wp:extent cx="104140" cy="152400"/>
                      <wp:effectExtent l="38100" t="38100" r="48260" b="38100"/>
                      <wp:wrapNone/>
                      <wp:docPr id="74" name="Straight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140" cy="152400"/>
                              </a:xfrm>
                              <a:prstGeom prst="line">
                                <a:avLst/>
                              </a:prstGeom>
                              <a:ln w="76200" cmpd="dbl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21.75pt,322.55pt" to="129.95pt,3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" strokecolor="#5b9bd5 [3204]" strokeweight="6pt">
                      <v:stroke linestyle="thinThin" joinstyle="miter"/>
                      <w10:wrap anchory="page"/>
                    </v:lin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9D78EB" wp14:editId="013491CD">
                      <wp:simplePos x="0" y="0"/>
                      <wp:positionH relativeFrom="column">
                        <wp:posOffset>1621790</wp:posOffset>
                      </wp:positionH>
                      <wp:positionV relativeFrom="page">
                        <wp:posOffset>3905885</wp:posOffset>
                      </wp:positionV>
                      <wp:extent cx="203200" cy="228600"/>
                      <wp:effectExtent l="19050" t="19050" r="44450" b="38100"/>
                      <wp:wrapNone/>
                      <wp:docPr id="73" name="Freeform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228600"/>
                              </a:xfrm>
                              <a:custGeom>
                                <a:avLst/>
                                <a:gdLst>
                                  <a:gd name="connsiteX0" fmla="*/ 229019 w 248069"/>
                                  <a:gd name="connsiteY0" fmla="*/ 0 h 171450"/>
                                  <a:gd name="connsiteX1" fmla="*/ 248069 w 248069"/>
                                  <a:gd name="connsiteY1" fmla="*/ 47625 h 171450"/>
                                  <a:gd name="connsiteX2" fmla="*/ 200444 w 248069"/>
                                  <a:gd name="connsiteY2" fmla="*/ 114300 h 171450"/>
                                  <a:gd name="connsiteX3" fmla="*/ 162344 w 248069"/>
                                  <a:gd name="connsiteY3" fmla="*/ 104775 h 171450"/>
                                  <a:gd name="connsiteX4" fmla="*/ 105194 w 248069"/>
                                  <a:gd name="connsiteY4" fmla="*/ 85725 h 171450"/>
                                  <a:gd name="connsiteX5" fmla="*/ 95669 w 248069"/>
                                  <a:gd name="connsiteY5" fmla="*/ 152400 h 171450"/>
                                  <a:gd name="connsiteX6" fmla="*/ 38519 w 248069"/>
                                  <a:gd name="connsiteY6" fmla="*/ 171450 h 171450"/>
                                  <a:gd name="connsiteX7" fmla="*/ 419 w 248069"/>
                                  <a:gd name="connsiteY7" fmla="*/ 161925 h 171450"/>
                                  <a:gd name="connsiteX8" fmla="*/ 28994 w 248069"/>
                                  <a:gd name="connsiteY8" fmla="*/ 152400 h 171450"/>
                                  <a:gd name="connsiteX0" fmla="*/ 162199 w 249357"/>
                                  <a:gd name="connsiteY0" fmla="*/ 0 h 238125"/>
                                  <a:gd name="connsiteX1" fmla="*/ 248069 w 249357"/>
                                  <a:gd name="connsiteY1" fmla="*/ 114300 h 238125"/>
                                  <a:gd name="connsiteX2" fmla="*/ 200444 w 249357"/>
                                  <a:gd name="connsiteY2" fmla="*/ 180975 h 238125"/>
                                  <a:gd name="connsiteX3" fmla="*/ 162344 w 249357"/>
                                  <a:gd name="connsiteY3" fmla="*/ 171450 h 238125"/>
                                  <a:gd name="connsiteX4" fmla="*/ 105194 w 249357"/>
                                  <a:gd name="connsiteY4" fmla="*/ 152400 h 238125"/>
                                  <a:gd name="connsiteX5" fmla="*/ 95669 w 249357"/>
                                  <a:gd name="connsiteY5" fmla="*/ 219075 h 238125"/>
                                  <a:gd name="connsiteX6" fmla="*/ 38519 w 249357"/>
                                  <a:gd name="connsiteY6" fmla="*/ 238125 h 238125"/>
                                  <a:gd name="connsiteX7" fmla="*/ 419 w 249357"/>
                                  <a:gd name="connsiteY7" fmla="*/ 228600 h 238125"/>
                                  <a:gd name="connsiteX8" fmla="*/ 28994 w 249357"/>
                                  <a:gd name="connsiteY8" fmla="*/ 219075 h 238125"/>
                                  <a:gd name="connsiteX0" fmla="*/ 133205 w 220363"/>
                                  <a:gd name="connsiteY0" fmla="*/ 0 h 238125"/>
                                  <a:gd name="connsiteX1" fmla="*/ 219075 w 220363"/>
                                  <a:gd name="connsiteY1" fmla="*/ 114300 h 238125"/>
                                  <a:gd name="connsiteX2" fmla="*/ 171450 w 220363"/>
                                  <a:gd name="connsiteY2" fmla="*/ 180975 h 238125"/>
                                  <a:gd name="connsiteX3" fmla="*/ 133350 w 220363"/>
                                  <a:gd name="connsiteY3" fmla="*/ 171450 h 238125"/>
                                  <a:gd name="connsiteX4" fmla="*/ 76200 w 220363"/>
                                  <a:gd name="connsiteY4" fmla="*/ 152400 h 238125"/>
                                  <a:gd name="connsiteX5" fmla="*/ 66675 w 220363"/>
                                  <a:gd name="connsiteY5" fmla="*/ 219075 h 238125"/>
                                  <a:gd name="connsiteX6" fmla="*/ 9525 w 220363"/>
                                  <a:gd name="connsiteY6" fmla="*/ 238125 h 238125"/>
                                  <a:gd name="connsiteX7" fmla="*/ 0 w 220363"/>
                                  <a:gd name="connsiteY7" fmla="*/ 219075 h 238125"/>
                                  <a:gd name="connsiteX0" fmla="*/ 133746 w 220336"/>
                                  <a:gd name="connsiteY0" fmla="*/ 0 h 361950"/>
                                  <a:gd name="connsiteX1" fmla="*/ 219075 w 220336"/>
                                  <a:gd name="connsiteY1" fmla="*/ 238125 h 361950"/>
                                  <a:gd name="connsiteX2" fmla="*/ 171450 w 220336"/>
                                  <a:gd name="connsiteY2" fmla="*/ 304800 h 361950"/>
                                  <a:gd name="connsiteX3" fmla="*/ 133350 w 220336"/>
                                  <a:gd name="connsiteY3" fmla="*/ 295275 h 361950"/>
                                  <a:gd name="connsiteX4" fmla="*/ 76200 w 220336"/>
                                  <a:gd name="connsiteY4" fmla="*/ 276225 h 361950"/>
                                  <a:gd name="connsiteX5" fmla="*/ 66675 w 220336"/>
                                  <a:gd name="connsiteY5" fmla="*/ 342900 h 361950"/>
                                  <a:gd name="connsiteX6" fmla="*/ 9525 w 220336"/>
                                  <a:gd name="connsiteY6" fmla="*/ 361950 h 361950"/>
                                  <a:gd name="connsiteX7" fmla="*/ 0 w 220336"/>
                                  <a:gd name="connsiteY7" fmla="*/ 342900 h 361950"/>
                                  <a:gd name="connsiteX0" fmla="*/ 133746 w 204427"/>
                                  <a:gd name="connsiteY0" fmla="*/ 0 h 361950"/>
                                  <a:gd name="connsiteX1" fmla="*/ 201176 w 204427"/>
                                  <a:gd name="connsiteY1" fmla="*/ 219075 h 361950"/>
                                  <a:gd name="connsiteX2" fmla="*/ 171450 w 204427"/>
                                  <a:gd name="connsiteY2" fmla="*/ 304800 h 361950"/>
                                  <a:gd name="connsiteX3" fmla="*/ 133350 w 204427"/>
                                  <a:gd name="connsiteY3" fmla="*/ 295275 h 361950"/>
                                  <a:gd name="connsiteX4" fmla="*/ 76200 w 204427"/>
                                  <a:gd name="connsiteY4" fmla="*/ 276225 h 361950"/>
                                  <a:gd name="connsiteX5" fmla="*/ 66675 w 204427"/>
                                  <a:gd name="connsiteY5" fmla="*/ 342900 h 361950"/>
                                  <a:gd name="connsiteX6" fmla="*/ 9525 w 204427"/>
                                  <a:gd name="connsiteY6" fmla="*/ 361950 h 361950"/>
                                  <a:gd name="connsiteX7" fmla="*/ 0 w 204427"/>
                                  <a:gd name="connsiteY7" fmla="*/ 342900 h 361950"/>
                                  <a:gd name="connsiteX0" fmla="*/ 134155 w 204397"/>
                                  <a:gd name="connsiteY0" fmla="*/ 0 h 228600"/>
                                  <a:gd name="connsiteX1" fmla="*/ 201176 w 204397"/>
                                  <a:gd name="connsiteY1" fmla="*/ 85725 h 228600"/>
                                  <a:gd name="connsiteX2" fmla="*/ 171450 w 204397"/>
                                  <a:gd name="connsiteY2" fmla="*/ 171450 h 228600"/>
                                  <a:gd name="connsiteX3" fmla="*/ 133350 w 204397"/>
                                  <a:gd name="connsiteY3" fmla="*/ 161925 h 228600"/>
                                  <a:gd name="connsiteX4" fmla="*/ 76200 w 204397"/>
                                  <a:gd name="connsiteY4" fmla="*/ 142875 h 228600"/>
                                  <a:gd name="connsiteX5" fmla="*/ 66675 w 204397"/>
                                  <a:gd name="connsiteY5" fmla="*/ 209550 h 228600"/>
                                  <a:gd name="connsiteX6" fmla="*/ 9525 w 204397"/>
                                  <a:gd name="connsiteY6" fmla="*/ 228600 h 228600"/>
                                  <a:gd name="connsiteX7" fmla="*/ 0 w 204397"/>
                                  <a:gd name="connsiteY7" fmla="*/ 209550 h 228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4397" h="228600">
                                    <a:moveTo>
                                      <a:pt x="134155" y="0"/>
                                    </a:moveTo>
                                    <a:cubicBezTo>
                                      <a:pt x="140505" y="15875"/>
                                      <a:pt x="194960" y="57150"/>
                                      <a:pt x="201176" y="85725"/>
                                    </a:cubicBezTo>
                                    <a:cubicBezTo>
                                      <a:pt x="207392" y="114300"/>
                                      <a:pt x="207963" y="159279"/>
                                      <a:pt x="171450" y="171450"/>
                                    </a:cubicBezTo>
                                    <a:cubicBezTo>
                                      <a:pt x="158750" y="168275"/>
                                      <a:pt x="144716" y="168420"/>
                                      <a:pt x="133350" y="161925"/>
                                    </a:cubicBezTo>
                                    <a:cubicBezTo>
                                      <a:pt x="80777" y="131883"/>
                                      <a:pt x="130149" y="124892"/>
                                      <a:pt x="76200" y="142875"/>
                                    </a:cubicBezTo>
                                    <a:cubicBezTo>
                                      <a:pt x="73025" y="165100"/>
                                      <a:pt x="80458" y="191829"/>
                                      <a:pt x="66675" y="209550"/>
                                    </a:cubicBezTo>
                                    <a:cubicBezTo>
                                      <a:pt x="54347" y="225401"/>
                                      <a:pt x="20637" y="228600"/>
                                      <a:pt x="9525" y="228600"/>
                                    </a:cubicBezTo>
                                    <a:cubicBezTo>
                                      <a:pt x="-1587" y="228600"/>
                                      <a:pt x="1984" y="213519"/>
                                      <a:pt x="0" y="20955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3" o:spid="_x0000_s1026" style="position:absolute;margin-left:127.7pt;margin-top:307.55pt;width:1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04397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" path="m134155,v6350,15875,60805,57150,67021,85725c207392,114300,207963,159279,171450,171450v-12700,-3175,-26734,-3030,-38100,-9525c80777,131883,130149,124892,76200,142875v-3175,22225,4258,48954,-9525,66675c54347,225401,20637,228600,9525,228600,-1587,228600,1984,213519,,209550e" filled="f" strokecolor="red" strokeweight="4.5pt">
                      <v:stroke joinstyle="miter"/>
                      <v:path arrowok="t" o:connecttype="custom" o:connectlocs="133369,0;199998,85725;170446,171450;132569,161925;75754,142875;66285,209550;9469,228600;0,209550" o:connectangles="0,0,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97289A" wp14:editId="79FD6346">
                      <wp:simplePos x="0" y="0"/>
                      <wp:positionH relativeFrom="column">
                        <wp:posOffset>5022215</wp:posOffset>
                      </wp:positionH>
                      <wp:positionV relativeFrom="page">
                        <wp:posOffset>3039110</wp:posOffset>
                      </wp:positionV>
                      <wp:extent cx="57150" cy="400050"/>
                      <wp:effectExtent l="57150" t="19050" r="76200" b="38100"/>
                      <wp:wrapNone/>
                      <wp:docPr id="66" name="Freeform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00050"/>
                              </a:xfrm>
                              <a:custGeom>
                                <a:avLst/>
                                <a:gdLst>
                                  <a:gd name="connsiteX0" fmla="*/ 0 w 57150"/>
                                  <a:gd name="connsiteY0" fmla="*/ 0 h 400050"/>
                                  <a:gd name="connsiteX1" fmla="*/ 9525 w 57150"/>
                                  <a:gd name="connsiteY1" fmla="*/ 133350 h 400050"/>
                                  <a:gd name="connsiteX2" fmla="*/ 38100 w 57150"/>
                                  <a:gd name="connsiteY2" fmla="*/ 257175 h 400050"/>
                                  <a:gd name="connsiteX3" fmla="*/ 57150 w 57150"/>
                                  <a:gd name="connsiteY3" fmla="*/ 400050 h 400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7150" h="400050">
                                    <a:moveTo>
                                      <a:pt x="0" y="0"/>
                                    </a:moveTo>
                                    <a:cubicBezTo>
                                      <a:pt x="1587" y="45244"/>
                                      <a:pt x="3175" y="90488"/>
                                      <a:pt x="9525" y="133350"/>
                                    </a:cubicBezTo>
                                    <a:cubicBezTo>
                                      <a:pt x="15875" y="176212"/>
                                      <a:pt x="30163" y="212725"/>
                                      <a:pt x="38100" y="257175"/>
                                    </a:cubicBezTo>
                                    <a:cubicBezTo>
                                      <a:pt x="46037" y="301625"/>
                                      <a:pt x="50800" y="376238"/>
                                      <a:pt x="57150" y="40005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6" o:spid="_x0000_s1026" style="position:absolute;margin-left:395.45pt;margin-top:239.3pt;width:4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5715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" path="m,c1587,45244,3175,90488,9525,133350v6350,42862,20638,79375,28575,123825c46037,301625,50800,376238,57150,400050e" filled="f" strokecolor="red" strokeweight="3pt">
                      <v:stroke endarrow="block" joinstyle="miter"/>
                      <v:path arrowok="t" o:connecttype="custom" o:connectlocs="0,0;9525,133350;38100,257175;57150,400050" o:connectangles="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D671A3" wp14:editId="25D241C6">
                      <wp:simplePos x="0" y="0"/>
                      <wp:positionH relativeFrom="column">
                        <wp:posOffset>4955540</wp:posOffset>
                      </wp:positionH>
                      <wp:positionV relativeFrom="page">
                        <wp:posOffset>3448685</wp:posOffset>
                      </wp:positionV>
                      <wp:extent cx="104775" cy="1895475"/>
                      <wp:effectExtent l="95250" t="19050" r="28575" b="47625"/>
                      <wp:wrapNone/>
                      <wp:docPr id="68" name="Freeform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895475"/>
                              </a:xfrm>
                              <a:custGeom>
                                <a:avLst/>
                                <a:gdLst>
                                  <a:gd name="connsiteX0" fmla="*/ 104775 w 104775"/>
                                  <a:gd name="connsiteY0" fmla="*/ 0 h 1895475"/>
                                  <a:gd name="connsiteX1" fmla="*/ 47625 w 104775"/>
                                  <a:gd name="connsiteY1" fmla="*/ 609600 h 1895475"/>
                                  <a:gd name="connsiteX2" fmla="*/ 38100 w 104775"/>
                                  <a:gd name="connsiteY2" fmla="*/ 990600 h 1895475"/>
                                  <a:gd name="connsiteX3" fmla="*/ 38100 w 104775"/>
                                  <a:gd name="connsiteY3" fmla="*/ 1285875 h 1895475"/>
                                  <a:gd name="connsiteX4" fmla="*/ 28575 w 104775"/>
                                  <a:gd name="connsiteY4" fmla="*/ 1609725 h 1895475"/>
                                  <a:gd name="connsiteX5" fmla="*/ 0 w 104775"/>
                                  <a:gd name="connsiteY5" fmla="*/ 1895475 h 1895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4775" h="1895475">
                                    <a:moveTo>
                                      <a:pt x="104775" y="0"/>
                                    </a:moveTo>
                                    <a:cubicBezTo>
                                      <a:pt x="81756" y="222250"/>
                                      <a:pt x="58738" y="444500"/>
                                      <a:pt x="47625" y="609600"/>
                                    </a:cubicBezTo>
                                    <a:cubicBezTo>
                                      <a:pt x="36512" y="774700"/>
                                      <a:pt x="39687" y="877888"/>
                                      <a:pt x="38100" y="990600"/>
                                    </a:cubicBezTo>
                                    <a:cubicBezTo>
                                      <a:pt x="36513" y="1103312"/>
                                      <a:pt x="39687" y="1182688"/>
                                      <a:pt x="38100" y="1285875"/>
                                    </a:cubicBezTo>
                                    <a:cubicBezTo>
                                      <a:pt x="36513" y="1389062"/>
                                      <a:pt x="34925" y="1508125"/>
                                      <a:pt x="28575" y="1609725"/>
                                    </a:cubicBezTo>
                                    <a:cubicBezTo>
                                      <a:pt x="22225" y="1711325"/>
                                      <a:pt x="1587" y="1846263"/>
                                      <a:pt x="0" y="1895475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8" o:spid="_x0000_s1026" style="position:absolute;margin-left:390.2pt;margin-top:271.55pt;width:8.25pt;height:14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04775,189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" path="m104775,c81756,222250,58738,444500,47625,609600,36512,774700,39687,877888,38100,990600v-1587,112712,1587,192088,,295275c36513,1389062,34925,1508125,28575,1609725,22225,1711325,1587,1846263,,1895475e" filled="f" strokecolor="red" strokeweight="2.25pt">
                      <v:stroke endarrow="block" joinstyle="miter"/>
                      <v:path arrowok="t" o:connecttype="custom" o:connectlocs="104775,0;47625,609600;38100,990600;38100,1285875;28575,1609725;0,1895475" o:connectangles="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141CC3" wp14:editId="47A041AD">
                      <wp:simplePos x="0" y="0"/>
                      <wp:positionH relativeFrom="column">
                        <wp:posOffset>1259840</wp:posOffset>
                      </wp:positionH>
                      <wp:positionV relativeFrom="page">
                        <wp:posOffset>1315085</wp:posOffset>
                      </wp:positionV>
                      <wp:extent cx="95885" cy="1788160"/>
                      <wp:effectExtent l="95250" t="0" r="75565" b="59690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885" cy="1788160"/>
                              </a:xfrm>
                              <a:custGeom>
                                <a:avLst/>
                                <a:gdLst>
                                  <a:gd name="connsiteX0" fmla="*/ 0 w 96001"/>
                                  <a:gd name="connsiteY0" fmla="*/ 0 h 1914525"/>
                                  <a:gd name="connsiteX1" fmla="*/ 28575 w 96001"/>
                                  <a:gd name="connsiteY1" fmla="*/ 476250 h 1914525"/>
                                  <a:gd name="connsiteX2" fmla="*/ 76200 w 96001"/>
                                  <a:gd name="connsiteY2" fmla="*/ 828675 h 1914525"/>
                                  <a:gd name="connsiteX3" fmla="*/ 95250 w 96001"/>
                                  <a:gd name="connsiteY3" fmla="*/ 1047750 h 1914525"/>
                                  <a:gd name="connsiteX4" fmla="*/ 85725 w 96001"/>
                                  <a:gd name="connsiteY4" fmla="*/ 1400175 h 1914525"/>
                                  <a:gd name="connsiteX5" fmla="*/ 28575 w 96001"/>
                                  <a:gd name="connsiteY5" fmla="*/ 1533525 h 1914525"/>
                                  <a:gd name="connsiteX6" fmla="*/ 28575 w 96001"/>
                                  <a:gd name="connsiteY6" fmla="*/ 1914525 h 1914525"/>
                                  <a:gd name="connsiteX0" fmla="*/ 0 w 96001"/>
                                  <a:gd name="connsiteY0" fmla="*/ 0 h 1809750"/>
                                  <a:gd name="connsiteX1" fmla="*/ 28575 w 96001"/>
                                  <a:gd name="connsiteY1" fmla="*/ 476250 h 1809750"/>
                                  <a:gd name="connsiteX2" fmla="*/ 76200 w 96001"/>
                                  <a:gd name="connsiteY2" fmla="*/ 828675 h 1809750"/>
                                  <a:gd name="connsiteX3" fmla="*/ 95250 w 96001"/>
                                  <a:gd name="connsiteY3" fmla="*/ 1047750 h 1809750"/>
                                  <a:gd name="connsiteX4" fmla="*/ 85725 w 96001"/>
                                  <a:gd name="connsiteY4" fmla="*/ 1400175 h 1809750"/>
                                  <a:gd name="connsiteX5" fmla="*/ 28575 w 96001"/>
                                  <a:gd name="connsiteY5" fmla="*/ 1533525 h 1809750"/>
                                  <a:gd name="connsiteX6" fmla="*/ 30517 w 96001"/>
                                  <a:gd name="connsiteY6" fmla="*/ 1809750 h 1809750"/>
                                  <a:gd name="connsiteX0" fmla="*/ 0 w 96001"/>
                                  <a:gd name="connsiteY0" fmla="*/ 0 h 1740535"/>
                                  <a:gd name="connsiteX1" fmla="*/ 28575 w 96001"/>
                                  <a:gd name="connsiteY1" fmla="*/ 476250 h 1740535"/>
                                  <a:gd name="connsiteX2" fmla="*/ 76200 w 96001"/>
                                  <a:gd name="connsiteY2" fmla="*/ 828675 h 1740535"/>
                                  <a:gd name="connsiteX3" fmla="*/ 95250 w 96001"/>
                                  <a:gd name="connsiteY3" fmla="*/ 1047750 h 1740535"/>
                                  <a:gd name="connsiteX4" fmla="*/ 85725 w 96001"/>
                                  <a:gd name="connsiteY4" fmla="*/ 1400175 h 1740535"/>
                                  <a:gd name="connsiteX5" fmla="*/ 28575 w 96001"/>
                                  <a:gd name="connsiteY5" fmla="*/ 1533525 h 1740535"/>
                                  <a:gd name="connsiteX6" fmla="*/ 30517 w 96001"/>
                                  <a:gd name="connsiteY6" fmla="*/ 1740535 h 1740535"/>
                                  <a:gd name="connsiteX0" fmla="*/ 0 w 96001"/>
                                  <a:gd name="connsiteY0" fmla="*/ 0 h 1788160"/>
                                  <a:gd name="connsiteX1" fmla="*/ 28575 w 96001"/>
                                  <a:gd name="connsiteY1" fmla="*/ 476250 h 1788160"/>
                                  <a:gd name="connsiteX2" fmla="*/ 76200 w 96001"/>
                                  <a:gd name="connsiteY2" fmla="*/ 828675 h 1788160"/>
                                  <a:gd name="connsiteX3" fmla="*/ 95250 w 96001"/>
                                  <a:gd name="connsiteY3" fmla="*/ 1047750 h 1788160"/>
                                  <a:gd name="connsiteX4" fmla="*/ 85725 w 96001"/>
                                  <a:gd name="connsiteY4" fmla="*/ 1400175 h 1788160"/>
                                  <a:gd name="connsiteX5" fmla="*/ 28575 w 96001"/>
                                  <a:gd name="connsiteY5" fmla="*/ 1533525 h 1788160"/>
                                  <a:gd name="connsiteX6" fmla="*/ 30517 w 96001"/>
                                  <a:gd name="connsiteY6" fmla="*/ 1788160 h 17881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6001" h="1788160">
                                    <a:moveTo>
                                      <a:pt x="0" y="0"/>
                                    </a:moveTo>
                                    <a:cubicBezTo>
                                      <a:pt x="7937" y="169069"/>
                                      <a:pt x="15875" y="338138"/>
                                      <a:pt x="28575" y="476250"/>
                                    </a:cubicBezTo>
                                    <a:cubicBezTo>
                                      <a:pt x="41275" y="614362"/>
                                      <a:pt x="65088" y="733425"/>
                                      <a:pt x="76200" y="828675"/>
                                    </a:cubicBezTo>
                                    <a:cubicBezTo>
                                      <a:pt x="87312" y="923925"/>
                                      <a:pt x="93663" y="952500"/>
                                      <a:pt x="95250" y="1047750"/>
                                    </a:cubicBezTo>
                                    <a:cubicBezTo>
                                      <a:pt x="96837" y="1143000"/>
                                      <a:pt x="96838" y="1319213"/>
                                      <a:pt x="85725" y="1400175"/>
                                    </a:cubicBezTo>
                                    <a:cubicBezTo>
                                      <a:pt x="74613" y="1481138"/>
                                      <a:pt x="37776" y="1468861"/>
                                      <a:pt x="28575" y="1533525"/>
                                    </a:cubicBezTo>
                                    <a:cubicBezTo>
                                      <a:pt x="19374" y="1598189"/>
                                      <a:pt x="25754" y="1640522"/>
                                      <a:pt x="30517" y="178816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99.2pt;margin-top:103.55pt;width:7.55pt;height:14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96001,178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" path="m,c7937,169069,15875,338138,28575,476250,41275,614362,65088,733425,76200,828675v11112,95250,17463,123825,19050,219075c96837,1143000,96838,1319213,85725,1400175v-11112,80963,-47949,68686,-57150,133350c19374,1598189,25754,1640522,30517,1788160e" filled="f" strokecolor="red" strokeweight="4.5pt">
                      <v:stroke endarrow="block" joinstyle="miter"/>
                      <v:path arrowok="t" o:connecttype="custom" o:connectlocs="0,0;28540,476250;76108,828675;95135,1047750;85621,1400175;28540,1533525;30480,1788160" o:connectangles="0,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A0465B5" wp14:editId="45BEC51E">
                      <wp:simplePos x="0" y="0"/>
                      <wp:positionH relativeFrom="column">
                        <wp:posOffset>2266315</wp:posOffset>
                      </wp:positionH>
                      <wp:positionV relativeFrom="page">
                        <wp:posOffset>3315335</wp:posOffset>
                      </wp:positionV>
                      <wp:extent cx="269387" cy="1771650"/>
                      <wp:effectExtent l="19050" t="19050" r="35560" b="19050"/>
                      <wp:wrapNone/>
                      <wp:docPr id="82" name="Freeform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387" cy="1771650"/>
                              </a:xfrm>
                              <a:custGeom>
                                <a:avLst/>
                                <a:gdLst>
                                  <a:gd name="connsiteX0" fmla="*/ 193187 w 269387"/>
                                  <a:gd name="connsiteY0" fmla="*/ 0 h 1771650"/>
                                  <a:gd name="connsiteX1" fmla="*/ 31262 w 269387"/>
                                  <a:gd name="connsiteY1" fmla="*/ 152400 h 1771650"/>
                                  <a:gd name="connsiteX2" fmla="*/ 2687 w 269387"/>
                                  <a:gd name="connsiteY2" fmla="*/ 390525 h 1771650"/>
                                  <a:gd name="connsiteX3" fmla="*/ 69362 w 269387"/>
                                  <a:gd name="connsiteY3" fmla="*/ 771525 h 1771650"/>
                                  <a:gd name="connsiteX4" fmla="*/ 193187 w 269387"/>
                                  <a:gd name="connsiteY4" fmla="*/ 1362075 h 1771650"/>
                                  <a:gd name="connsiteX5" fmla="*/ 250337 w 269387"/>
                                  <a:gd name="connsiteY5" fmla="*/ 1590675 h 1771650"/>
                                  <a:gd name="connsiteX6" fmla="*/ 269387 w 269387"/>
                                  <a:gd name="connsiteY6" fmla="*/ 1771650 h 1771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9387" h="1771650">
                                    <a:moveTo>
                                      <a:pt x="193187" y="0"/>
                                    </a:moveTo>
                                    <a:cubicBezTo>
                                      <a:pt x="128099" y="43656"/>
                                      <a:pt x="63012" y="87313"/>
                                      <a:pt x="31262" y="152400"/>
                                    </a:cubicBezTo>
                                    <a:cubicBezTo>
                                      <a:pt x="-488" y="217487"/>
                                      <a:pt x="-3663" y="287338"/>
                                      <a:pt x="2687" y="390525"/>
                                    </a:cubicBezTo>
                                    <a:cubicBezTo>
                                      <a:pt x="9037" y="493713"/>
                                      <a:pt x="37612" y="609600"/>
                                      <a:pt x="69362" y="771525"/>
                                    </a:cubicBezTo>
                                    <a:cubicBezTo>
                                      <a:pt x="101112" y="933450"/>
                                      <a:pt x="163025" y="1225550"/>
                                      <a:pt x="193187" y="1362075"/>
                                    </a:cubicBezTo>
                                    <a:cubicBezTo>
                                      <a:pt x="223349" y="1498600"/>
                                      <a:pt x="237637" y="1522412"/>
                                      <a:pt x="250337" y="1590675"/>
                                    </a:cubicBezTo>
                                    <a:cubicBezTo>
                                      <a:pt x="263037" y="1658938"/>
                                      <a:pt x="266212" y="1715294"/>
                                      <a:pt x="269387" y="177165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2" o:spid="_x0000_s1026" style="position:absolute;margin-left:178.45pt;margin-top:261.05pt;width:21.2pt;height:139.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69387,177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" path="m193187,c128099,43656,63012,87313,31262,152400,-488,217487,-3663,287338,2687,390525,9037,493713,37612,609600,69362,771525v31750,161925,93663,454025,123825,590550c223349,1498600,237637,1522412,250337,1590675v12700,68263,15875,124619,19050,180975e" filled="f" strokecolor="white [3212]" strokeweight="4.5pt">
                      <v:stroke joinstyle="miter"/>
                      <v:path arrowok="t" o:connecttype="custom" o:connectlocs="193187,0;31262,152400;2687,390525;69362,771525;193187,1362075;250337,1590675;269387,1771650" o:connectangles="0,0,0,0,0,0,0"/>
                      <w10:wrap anchory="page"/>
                    </v:shape>
                  </w:pict>
                </mc:Fallback>
              </mc:AlternateContent>
            </w:r>
            <w:r w:rsidR="001718F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9CED1C" wp14:editId="19412384">
                      <wp:simplePos x="0" y="0"/>
                      <wp:positionH relativeFrom="column">
                        <wp:posOffset>1038078</wp:posOffset>
                      </wp:positionH>
                      <wp:positionV relativeFrom="page">
                        <wp:posOffset>3324860</wp:posOffset>
                      </wp:positionV>
                      <wp:extent cx="269387" cy="1771650"/>
                      <wp:effectExtent l="19050" t="19050" r="35560" b="19050"/>
                      <wp:wrapNone/>
                      <wp:docPr id="81" name="Freeform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387" cy="1771650"/>
                              </a:xfrm>
                              <a:custGeom>
                                <a:avLst/>
                                <a:gdLst>
                                  <a:gd name="connsiteX0" fmla="*/ 193187 w 269387"/>
                                  <a:gd name="connsiteY0" fmla="*/ 0 h 1771650"/>
                                  <a:gd name="connsiteX1" fmla="*/ 31262 w 269387"/>
                                  <a:gd name="connsiteY1" fmla="*/ 152400 h 1771650"/>
                                  <a:gd name="connsiteX2" fmla="*/ 2687 w 269387"/>
                                  <a:gd name="connsiteY2" fmla="*/ 390525 h 1771650"/>
                                  <a:gd name="connsiteX3" fmla="*/ 69362 w 269387"/>
                                  <a:gd name="connsiteY3" fmla="*/ 771525 h 1771650"/>
                                  <a:gd name="connsiteX4" fmla="*/ 193187 w 269387"/>
                                  <a:gd name="connsiteY4" fmla="*/ 1362075 h 1771650"/>
                                  <a:gd name="connsiteX5" fmla="*/ 250337 w 269387"/>
                                  <a:gd name="connsiteY5" fmla="*/ 1590675 h 1771650"/>
                                  <a:gd name="connsiteX6" fmla="*/ 269387 w 269387"/>
                                  <a:gd name="connsiteY6" fmla="*/ 1771650 h 1771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9387" h="1771650">
                                    <a:moveTo>
                                      <a:pt x="193187" y="0"/>
                                    </a:moveTo>
                                    <a:cubicBezTo>
                                      <a:pt x="128099" y="43656"/>
                                      <a:pt x="63012" y="87313"/>
                                      <a:pt x="31262" y="152400"/>
                                    </a:cubicBezTo>
                                    <a:cubicBezTo>
                                      <a:pt x="-488" y="217487"/>
                                      <a:pt x="-3663" y="287338"/>
                                      <a:pt x="2687" y="390525"/>
                                    </a:cubicBezTo>
                                    <a:cubicBezTo>
                                      <a:pt x="9037" y="493713"/>
                                      <a:pt x="37612" y="609600"/>
                                      <a:pt x="69362" y="771525"/>
                                    </a:cubicBezTo>
                                    <a:cubicBezTo>
                                      <a:pt x="101112" y="933450"/>
                                      <a:pt x="163025" y="1225550"/>
                                      <a:pt x="193187" y="1362075"/>
                                    </a:cubicBezTo>
                                    <a:cubicBezTo>
                                      <a:pt x="223349" y="1498600"/>
                                      <a:pt x="237637" y="1522412"/>
                                      <a:pt x="250337" y="1590675"/>
                                    </a:cubicBezTo>
                                    <a:cubicBezTo>
                                      <a:pt x="263037" y="1658938"/>
                                      <a:pt x="266212" y="1715294"/>
                                      <a:pt x="269387" y="177165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1" o:spid="_x0000_s1026" style="position:absolute;margin-left:81.75pt;margin-top:261.8pt;width:21.2pt;height:13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69387,177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" path="m193187,c128099,43656,63012,87313,31262,152400,-488,217487,-3663,287338,2687,390525,9037,493713,37612,609600,69362,771525v31750,161925,93663,454025,123825,590550c223349,1498600,237637,1522412,250337,1590675v12700,68263,15875,124619,19050,180975e" filled="f" strokecolor="white [3212]" strokeweight="4.5pt">
                      <v:stroke joinstyle="miter"/>
                      <v:path arrowok="t" o:connecttype="custom" o:connectlocs="193187,0;31262,152400;2687,390525;69362,771525;193187,1362075;250337,1590675;269387,1771650" o:connectangles="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627525">
        <w:trPr>
          <w:trHeight w:hRule="exact" w:val="1242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02134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9E0202" w:rsidRPr="00627525" w:rsidRDefault="007A443E" w:rsidP="00DC01AB">
            <w:pPr>
              <w:pStyle w:val="CUSTOMColumnText"/>
              <w:rPr>
                <w:sz w:val="21"/>
                <w:szCs w:val="21"/>
                <w:u w:val="single"/>
              </w:rPr>
            </w:pPr>
            <w:r w:rsidRPr="00627525">
              <w:rPr>
                <w:sz w:val="21"/>
                <w:szCs w:val="21"/>
                <w:u w:val="single"/>
              </w:rPr>
              <w:t>RIGHT LEG</w:t>
            </w: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  <w:r w:rsidRPr="00627525">
              <w:rPr>
                <w:sz w:val="20"/>
                <w:szCs w:val="21"/>
              </w:rPr>
              <w:t xml:space="preserve">The Common Femoral vein is patent with </w:t>
            </w:r>
            <w:proofErr w:type="spellStart"/>
            <w:r w:rsidRPr="00627525">
              <w:rPr>
                <w:sz w:val="20"/>
                <w:szCs w:val="21"/>
              </w:rPr>
              <w:t>respirophasic</w:t>
            </w:r>
            <w:proofErr w:type="spellEnd"/>
            <w:r w:rsidRPr="00627525">
              <w:rPr>
                <w:sz w:val="20"/>
                <w:szCs w:val="21"/>
              </w:rPr>
              <w:t xml:space="preserve"> flow detected.</w:t>
            </w: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</w:p>
          <w:p w:rsidR="007A443E" w:rsidRPr="00627525" w:rsidRDefault="007A443E" w:rsidP="00DC01AB">
            <w:pPr>
              <w:pStyle w:val="CUSTOMColumnText"/>
              <w:rPr>
                <w:b/>
                <w:sz w:val="20"/>
                <w:szCs w:val="21"/>
              </w:rPr>
            </w:pPr>
            <w:r w:rsidRPr="00627525">
              <w:rPr>
                <w:b/>
                <w:sz w:val="20"/>
                <w:szCs w:val="21"/>
              </w:rPr>
              <w:t xml:space="preserve">The Femoral vein is incompetent throughout. </w:t>
            </w:r>
            <w:proofErr w:type="spellStart"/>
            <w:r w:rsidRPr="00627525">
              <w:rPr>
                <w:b/>
                <w:sz w:val="20"/>
                <w:szCs w:val="21"/>
              </w:rPr>
              <w:t>The</w:t>
            </w:r>
            <w:proofErr w:type="spellEnd"/>
            <w:r w:rsidRPr="00627525">
              <w:rPr>
                <w:b/>
                <w:sz w:val="20"/>
                <w:szCs w:val="21"/>
              </w:rPr>
              <w:t xml:space="preserve"> Popliteal vein is incompetent; reflux exits into the Short Saphenous vein. No chronic DVT/Scarring to note</w:t>
            </w: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  <w:r w:rsidRPr="00627525">
              <w:rPr>
                <w:sz w:val="20"/>
                <w:szCs w:val="21"/>
              </w:rPr>
              <w:t>The Posterior Tibial vein and Peroneal veins are patent and competent. No incompetent perforators were identified.</w:t>
            </w: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</w:p>
          <w:p w:rsidR="007A443E" w:rsidRPr="00627525" w:rsidRDefault="0081317F" w:rsidP="00DC01AB">
            <w:pPr>
              <w:pStyle w:val="CUSTOMColumnText"/>
              <w:rPr>
                <w:sz w:val="20"/>
                <w:szCs w:val="21"/>
              </w:rPr>
            </w:pPr>
            <w:r w:rsidRPr="00627525">
              <w:rPr>
                <w:sz w:val="20"/>
                <w:szCs w:val="21"/>
              </w:rPr>
              <w:t xml:space="preserve">There is no </w:t>
            </w:r>
            <w:proofErr w:type="spellStart"/>
            <w:r w:rsidR="007A443E" w:rsidRPr="00627525">
              <w:rPr>
                <w:sz w:val="20"/>
                <w:szCs w:val="21"/>
              </w:rPr>
              <w:t>Sapheno</w:t>
            </w:r>
            <w:proofErr w:type="spellEnd"/>
            <w:r w:rsidR="007A443E" w:rsidRPr="00627525">
              <w:rPr>
                <w:sz w:val="20"/>
                <w:szCs w:val="21"/>
              </w:rPr>
              <w:t>-Femoral Junction. Patient reports previous ligation. The Great Saphenous vein cou</w:t>
            </w:r>
            <w:r w:rsidRPr="00627525">
              <w:rPr>
                <w:sz w:val="20"/>
                <w:szCs w:val="21"/>
              </w:rPr>
              <w:t>ld not be traced ?Small calibre/ ?previously treated</w:t>
            </w:r>
          </w:p>
          <w:p w:rsidR="007A443E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</w:p>
          <w:p w:rsidR="0081317F" w:rsidRPr="00627525" w:rsidRDefault="007A443E" w:rsidP="00DC01AB">
            <w:pPr>
              <w:pStyle w:val="CUSTOMColumnText"/>
              <w:rPr>
                <w:sz w:val="20"/>
                <w:szCs w:val="21"/>
              </w:rPr>
            </w:pPr>
            <w:r w:rsidRPr="00E313CC">
              <w:rPr>
                <w:b/>
                <w:sz w:val="20"/>
                <w:szCs w:val="21"/>
              </w:rPr>
              <w:t xml:space="preserve">The </w:t>
            </w:r>
            <w:proofErr w:type="spellStart"/>
            <w:r w:rsidRPr="00E313CC">
              <w:rPr>
                <w:b/>
                <w:sz w:val="20"/>
                <w:szCs w:val="21"/>
              </w:rPr>
              <w:t>Sapheno</w:t>
            </w:r>
            <w:proofErr w:type="spellEnd"/>
            <w:r w:rsidRPr="00E313CC">
              <w:rPr>
                <w:b/>
                <w:sz w:val="20"/>
                <w:szCs w:val="21"/>
              </w:rPr>
              <w:t>-Poplit</w:t>
            </w:r>
            <w:r w:rsidR="0081317F" w:rsidRPr="00E313CC">
              <w:rPr>
                <w:b/>
                <w:sz w:val="20"/>
                <w:szCs w:val="21"/>
              </w:rPr>
              <w:t xml:space="preserve">eal Junction is grossly dilated, </w:t>
            </w:r>
            <w:r w:rsidRPr="00E313CC">
              <w:rPr>
                <w:b/>
                <w:sz w:val="20"/>
                <w:szCs w:val="21"/>
              </w:rPr>
              <w:t>tortuous</w:t>
            </w:r>
            <w:r w:rsidR="0081317F" w:rsidRPr="00E313CC">
              <w:rPr>
                <w:b/>
                <w:sz w:val="20"/>
                <w:szCs w:val="21"/>
              </w:rPr>
              <w:t xml:space="preserve"> and incompetent</w:t>
            </w:r>
            <w:r w:rsidRPr="00627525">
              <w:rPr>
                <w:sz w:val="20"/>
                <w:szCs w:val="21"/>
              </w:rPr>
              <w:t xml:space="preserve">. </w:t>
            </w:r>
            <w:r w:rsidR="0081317F" w:rsidRPr="00627525">
              <w:rPr>
                <w:sz w:val="20"/>
                <w:szCs w:val="21"/>
              </w:rPr>
              <w:t>SPJ is present at knee level.</w:t>
            </w:r>
          </w:p>
          <w:p w:rsidR="0081317F" w:rsidRPr="00627525" w:rsidRDefault="0081317F" w:rsidP="00DC01AB">
            <w:pPr>
              <w:pStyle w:val="CUSTOMColumnText"/>
              <w:rPr>
                <w:sz w:val="20"/>
                <w:szCs w:val="21"/>
              </w:rPr>
            </w:pPr>
          </w:p>
          <w:p w:rsidR="00627525" w:rsidRPr="00627525" w:rsidRDefault="007A443E" w:rsidP="00DC01AB">
            <w:pPr>
              <w:pStyle w:val="CUSTOMColumnText"/>
              <w:rPr>
                <w:b/>
                <w:sz w:val="20"/>
                <w:szCs w:val="21"/>
              </w:rPr>
            </w:pPr>
            <w:r w:rsidRPr="00627525">
              <w:rPr>
                <w:b/>
                <w:sz w:val="20"/>
                <w:szCs w:val="21"/>
              </w:rPr>
              <w:t>The Short Saphenous vein</w:t>
            </w:r>
            <w:r w:rsidR="00627525" w:rsidRPr="00627525">
              <w:rPr>
                <w:b/>
                <w:sz w:val="20"/>
                <w:szCs w:val="21"/>
              </w:rPr>
              <w:t xml:space="preserve"> (SSV)</w:t>
            </w:r>
            <w:r w:rsidRPr="00627525">
              <w:rPr>
                <w:b/>
                <w:sz w:val="20"/>
                <w:szCs w:val="21"/>
              </w:rPr>
              <w:t xml:space="preserve"> is Incompetent. There is a prominent varicose vein associated with the Short Saphenous vein in the mid-calf which tr</w:t>
            </w:r>
            <w:r w:rsidR="0081317F" w:rsidRPr="00627525">
              <w:rPr>
                <w:b/>
                <w:sz w:val="20"/>
                <w:szCs w:val="21"/>
              </w:rPr>
              <w:t>acks medially and drains into a</w:t>
            </w:r>
            <w:r w:rsidRPr="00627525">
              <w:rPr>
                <w:b/>
                <w:sz w:val="20"/>
                <w:szCs w:val="21"/>
              </w:rPr>
              <w:t xml:space="preserve"> competent perforator</w:t>
            </w:r>
            <w:r w:rsidR="0081317F" w:rsidRPr="00627525">
              <w:rPr>
                <w:b/>
                <w:sz w:val="20"/>
                <w:szCs w:val="21"/>
              </w:rPr>
              <w:t xml:space="preserve"> 15cm below the knee crease</w:t>
            </w:r>
            <w:r w:rsidRPr="00627525">
              <w:rPr>
                <w:b/>
                <w:sz w:val="20"/>
                <w:szCs w:val="21"/>
              </w:rPr>
              <w:t xml:space="preserve">. </w:t>
            </w:r>
            <w:r w:rsidR="0081317F" w:rsidRPr="00627525">
              <w:rPr>
                <w:b/>
                <w:sz w:val="20"/>
                <w:szCs w:val="21"/>
              </w:rPr>
              <w:t xml:space="preserve">A second varicose vein tracks distally in the medial aspect of the leg and </w:t>
            </w:r>
            <w:r w:rsidR="009F0443">
              <w:rPr>
                <w:b/>
                <w:sz w:val="20"/>
                <w:szCs w:val="21"/>
              </w:rPr>
              <w:t xml:space="preserve">tracks </w:t>
            </w:r>
            <w:r w:rsidR="0081317F" w:rsidRPr="00627525">
              <w:rPr>
                <w:b/>
                <w:sz w:val="20"/>
                <w:szCs w:val="21"/>
              </w:rPr>
              <w:t xml:space="preserve">to the dorsum of the foot. </w:t>
            </w:r>
          </w:p>
          <w:p w:rsidR="00627525" w:rsidRPr="00627525" w:rsidRDefault="00627525" w:rsidP="00DC01AB">
            <w:pPr>
              <w:pStyle w:val="CUSTOMColumnText"/>
              <w:rPr>
                <w:b/>
                <w:sz w:val="20"/>
                <w:szCs w:val="21"/>
              </w:rPr>
            </w:pPr>
          </w:p>
          <w:p w:rsidR="0081317F" w:rsidRPr="00627525" w:rsidRDefault="00627525" w:rsidP="00DC01AB">
            <w:pPr>
              <w:pStyle w:val="CUSTOMColumnText"/>
              <w:rPr>
                <w:sz w:val="20"/>
                <w:szCs w:val="21"/>
              </w:rPr>
            </w:pPr>
            <w:r w:rsidRPr="00627525">
              <w:rPr>
                <w:sz w:val="20"/>
                <w:szCs w:val="21"/>
              </w:rPr>
              <w:t>The SSV is bifid in the mid-distal calf one of which is incompetent throughout.</w:t>
            </w:r>
          </w:p>
          <w:p w:rsidR="0081317F" w:rsidRPr="00627525" w:rsidRDefault="0081317F" w:rsidP="00DC01AB">
            <w:pPr>
              <w:pStyle w:val="CUSTOMColumnText"/>
              <w:rPr>
                <w:sz w:val="20"/>
                <w:szCs w:val="21"/>
              </w:rPr>
            </w:pPr>
          </w:p>
          <w:p w:rsidR="0081317F" w:rsidRPr="00C646B7" w:rsidRDefault="0081317F" w:rsidP="00DC01AB">
            <w:pPr>
              <w:pStyle w:val="CUSTOMColumnText"/>
              <w:rPr>
                <w:b/>
                <w:sz w:val="20"/>
                <w:szCs w:val="21"/>
              </w:rPr>
            </w:pPr>
            <w:r w:rsidRPr="00C646B7">
              <w:rPr>
                <w:b/>
                <w:sz w:val="20"/>
                <w:szCs w:val="21"/>
              </w:rPr>
              <w:t xml:space="preserve">SSV measurements: Proximal calf: 8.8mm; Mid-calf: 10.6mm </w:t>
            </w:r>
          </w:p>
          <w:p w:rsidR="007A443E" w:rsidRDefault="007A443E" w:rsidP="00DC01AB">
            <w:pPr>
              <w:pStyle w:val="CUSTOMColumnText"/>
            </w:pPr>
          </w:p>
          <w:p w:rsidR="00627525" w:rsidRDefault="00627525" w:rsidP="00DC01AB">
            <w:pPr>
              <w:pStyle w:val="CUSTOMColumnText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LEFT LEG</w:t>
            </w:r>
          </w:p>
          <w:p w:rsidR="00627525" w:rsidRDefault="00627525" w:rsidP="00DC01AB">
            <w:pPr>
              <w:pStyle w:val="CUSTOMColumnText"/>
              <w:rPr>
                <w:sz w:val="20"/>
              </w:rPr>
            </w:pPr>
            <w:r>
              <w:rPr>
                <w:sz w:val="20"/>
              </w:rPr>
              <w:t xml:space="preserve">The Common Femoral vein is patent with </w:t>
            </w:r>
            <w:proofErr w:type="spellStart"/>
            <w:r>
              <w:rPr>
                <w:sz w:val="20"/>
              </w:rPr>
              <w:t>respirophasic</w:t>
            </w:r>
            <w:proofErr w:type="spellEnd"/>
            <w:r>
              <w:rPr>
                <w:sz w:val="20"/>
              </w:rPr>
              <w:t xml:space="preserve"> flow detected</w:t>
            </w:r>
          </w:p>
          <w:p w:rsidR="00627525" w:rsidRDefault="00627525" w:rsidP="00DC01AB">
            <w:pPr>
              <w:pStyle w:val="CUSTOMColumnText"/>
              <w:rPr>
                <w:sz w:val="20"/>
              </w:rPr>
            </w:pPr>
          </w:p>
          <w:p w:rsidR="00627525" w:rsidRPr="00C646B7" w:rsidRDefault="00627525" w:rsidP="00DC01AB">
            <w:pPr>
              <w:pStyle w:val="CUSTOMColumnText"/>
              <w:rPr>
                <w:b/>
                <w:sz w:val="20"/>
              </w:rPr>
            </w:pPr>
            <w:r w:rsidRPr="00C646B7">
              <w:rPr>
                <w:b/>
                <w:sz w:val="20"/>
              </w:rPr>
              <w:t>The Femoral and Popliteal veins are incompetent.</w:t>
            </w:r>
          </w:p>
          <w:p w:rsidR="00627525" w:rsidRDefault="00627525" w:rsidP="00DC01AB">
            <w:pPr>
              <w:pStyle w:val="CUSTOMColumnText"/>
              <w:rPr>
                <w:sz w:val="20"/>
              </w:rPr>
            </w:pPr>
          </w:p>
          <w:p w:rsidR="00627525" w:rsidRDefault="00627525" w:rsidP="00F91BE6">
            <w:pPr>
              <w:pStyle w:val="CUSTOMColumnText"/>
              <w:rPr>
                <w:b/>
                <w:sz w:val="20"/>
              </w:rPr>
            </w:pPr>
            <w:r w:rsidRPr="00C646B7">
              <w:rPr>
                <w:b/>
                <w:sz w:val="20"/>
              </w:rPr>
              <w:t xml:space="preserve">The </w:t>
            </w:r>
            <w:proofErr w:type="spellStart"/>
            <w:r w:rsidRPr="00C646B7">
              <w:rPr>
                <w:b/>
                <w:sz w:val="20"/>
              </w:rPr>
              <w:t>Sapheno</w:t>
            </w:r>
            <w:proofErr w:type="spellEnd"/>
            <w:r w:rsidRPr="00C646B7">
              <w:rPr>
                <w:b/>
                <w:sz w:val="20"/>
              </w:rPr>
              <w:t xml:space="preserve">-Femoral Junction and the Great Saphenous Vein are grossly incompetent throughout. A varicose vein associated with the GSV is noted in the </w:t>
            </w:r>
            <w:r w:rsidR="00C646B7">
              <w:rPr>
                <w:b/>
                <w:sz w:val="20"/>
              </w:rPr>
              <w:t>mid-distal thigh</w:t>
            </w:r>
            <w:r w:rsidRPr="00C646B7">
              <w:rPr>
                <w:b/>
                <w:sz w:val="20"/>
              </w:rPr>
              <w:t xml:space="preserve"> region </w:t>
            </w:r>
            <w:r w:rsidR="00F91BE6" w:rsidRPr="00C646B7">
              <w:rPr>
                <w:b/>
                <w:sz w:val="20"/>
              </w:rPr>
              <w:t>which courses</w:t>
            </w:r>
            <w:r w:rsidRPr="00C646B7">
              <w:rPr>
                <w:b/>
                <w:sz w:val="20"/>
              </w:rPr>
              <w:t xml:space="preserve"> </w:t>
            </w:r>
            <w:r w:rsidR="00F91BE6" w:rsidRPr="00C646B7">
              <w:rPr>
                <w:b/>
                <w:sz w:val="20"/>
              </w:rPr>
              <w:t xml:space="preserve">distally and posteriorly and drains into a perforator </w:t>
            </w:r>
            <w:r w:rsidR="00C646B7">
              <w:rPr>
                <w:b/>
                <w:sz w:val="20"/>
              </w:rPr>
              <w:t>approximately 8cm below the knee crease</w:t>
            </w:r>
            <w:r w:rsidR="00F91BE6" w:rsidRPr="00C646B7">
              <w:rPr>
                <w:b/>
                <w:sz w:val="20"/>
              </w:rPr>
              <w:t xml:space="preserve">. A second varicose vein is noted to track from </w:t>
            </w:r>
            <w:proofErr w:type="spellStart"/>
            <w:r w:rsidR="00F91BE6" w:rsidRPr="00C646B7">
              <w:rPr>
                <w:b/>
                <w:sz w:val="20"/>
              </w:rPr>
              <w:t>prox</w:t>
            </w:r>
            <w:proofErr w:type="spellEnd"/>
            <w:r w:rsidR="00F91BE6" w:rsidRPr="00C646B7">
              <w:rPr>
                <w:b/>
                <w:sz w:val="20"/>
              </w:rPr>
              <w:t>-mid calf to the ankle area in the medial aspect of the leg.</w:t>
            </w:r>
          </w:p>
          <w:p w:rsidR="00C646B7" w:rsidRDefault="00C646B7" w:rsidP="00F91BE6">
            <w:pPr>
              <w:pStyle w:val="CUSTOMColumnText"/>
              <w:rPr>
                <w:b/>
                <w:sz w:val="20"/>
              </w:rPr>
            </w:pP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  <w:r>
              <w:rPr>
                <w:b/>
                <w:sz w:val="20"/>
              </w:rPr>
              <w:t>GSV measurements: Prox thigh: 9mm; Mid-thigh: 6.6mm; Knee: 6.0mm; Prox calf: 6.0mm; Mid-Calf: 5.0mm</w:t>
            </w: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</w:p>
          <w:p w:rsidR="00C646B7" w:rsidRPr="00C646B7" w:rsidRDefault="00C646B7" w:rsidP="00C646B7">
            <w:pPr>
              <w:pStyle w:val="CUSTOMColumnTex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proofErr w:type="spellStart"/>
            <w:r>
              <w:rPr>
                <w:sz w:val="20"/>
              </w:rPr>
              <w:t>Shapeno</w:t>
            </w:r>
            <w:proofErr w:type="spellEnd"/>
            <w:r>
              <w:rPr>
                <w:sz w:val="20"/>
              </w:rPr>
              <w:t>-Popliteal Junction imaged. Patient gives history of treatment. The Short Saphenous vein is of small calibre and competent.</w:t>
            </w: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  <w:r>
              <w:rPr>
                <w:b/>
                <w:sz w:val="20"/>
              </w:rPr>
              <w:t>Conclusion</w:t>
            </w: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Right: </w:t>
            </w:r>
          </w:p>
          <w:p w:rsidR="00C646B7" w:rsidRPr="00C646B7" w:rsidRDefault="00C646B7" w:rsidP="00C646B7">
            <w:pPr>
              <w:pStyle w:val="CUSTOMColumnText"/>
              <w:numPr>
                <w:ilvl w:val="0"/>
                <w:numId w:val="1"/>
              </w:numPr>
              <w:rPr>
                <w:b/>
                <w:color w:val="FF0000"/>
                <w:sz w:val="20"/>
              </w:rPr>
            </w:pPr>
            <w:r w:rsidRPr="00C646B7">
              <w:rPr>
                <w:b/>
                <w:color w:val="FF0000"/>
                <w:sz w:val="20"/>
              </w:rPr>
              <w:t>Gross Femoral vein and Popliteal vein incompetence</w:t>
            </w:r>
          </w:p>
          <w:p w:rsidR="00C646B7" w:rsidRPr="00C646B7" w:rsidRDefault="00C646B7" w:rsidP="00C646B7">
            <w:pPr>
              <w:pStyle w:val="CUSTOMColumnText"/>
              <w:numPr>
                <w:ilvl w:val="0"/>
                <w:numId w:val="1"/>
              </w:numPr>
              <w:rPr>
                <w:b/>
                <w:color w:val="FF0000"/>
                <w:sz w:val="20"/>
              </w:rPr>
            </w:pPr>
            <w:r w:rsidRPr="00C646B7">
              <w:rPr>
                <w:b/>
                <w:color w:val="FF0000"/>
                <w:sz w:val="20"/>
              </w:rPr>
              <w:t>SPJ and SSV incompetence with associated varicose veins</w:t>
            </w: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</w:p>
          <w:p w:rsidR="00C646B7" w:rsidRDefault="00C646B7" w:rsidP="00C646B7">
            <w:pPr>
              <w:pStyle w:val="CUSTOMColumnText"/>
              <w:rPr>
                <w:b/>
                <w:sz w:val="20"/>
              </w:rPr>
            </w:pPr>
            <w:r>
              <w:rPr>
                <w:b/>
                <w:sz w:val="20"/>
              </w:rPr>
              <w:t>Left:</w:t>
            </w:r>
          </w:p>
          <w:p w:rsidR="00C646B7" w:rsidRPr="00C646B7" w:rsidRDefault="00C646B7" w:rsidP="00C646B7">
            <w:pPr>
              <w:pStyle w:val="CUSTOMColumnText"/>
              <w:numPr>
                <w:ilvl w:val="0"/>
                <w:numId w:val="2"/>
              </w:numPr>
              <w:rPr>
                <w:b/>
                <w:color w:val="FF0000"/>
                <w:sz w:val="20"/>
              </w:rPr>
            </w:pPr>
            <w:r w:rsidRPr="00C646B7">
              <w:rPr>
                <w:b/>
                <w:color w:val="FF0000"/>
                <w:sz w:val="20"/>
              </w:rPr>
              <w:t>Gross Femoral and Popliteal vein incompetence</w:t>
            </w:r>
          </w:p>
          <w:p w:rsidR="00C646B7" w:rsidRPr="00C646B7" w:rsidRDefault="00C646B7" w:rsidP="00C646B7">
            <w:pPr>
              <w:pStyle w:val="CUSTOMColumnText"/>
              <w:numPr>
                <w:ilvl w:val="0"/>
                <w:numId w:val="2"/>
              </w:numPr>
              <w:rPr>
                <w:b/>
                <w:color w:val="FF0000"/>
                <w:sz w:val="20"/>
              </w:rPr>
            </w:pPr>
            <w:r w:rsidRPr="00C646B7">
              <w:rPr>
                <w:b/>
                <w:color w:val="FF0000"/>
                <w:sz w:val="20"/>
              </w:rPr>
              <w:t>SFJ and GSV incompetence with associated varicose veins</w:t>
            </w:r>
          </w:p>
          <w:p w:rsidR="00C646B7" w:rsidRPr="00C646B7" w:rsidRDefault="00C646B7" w:rsidP="00C646B7">
            <w:pPr>
              <w:pStyle w:val="CUSTOMColumnText"/>
              <w:rPr>
                <w:b/>
                <w:sz w:val="20"/>
              </w:rPr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65" w:rsidRDefault="00A03365" w:rsidP="005748E3">
      <w:pPr>
        <w:spacing w:after="0" w:line="240" w:lineRule="auto"/>
      </w:pPr>
      <w:r>
        <w:separator/>
      </w:r>
    </w:p>
  </w:endnote>
  <w:endnote w:type="continuationSeparator" w:id="0">
    <w:p w:rsidR="00A03365" w:rsidRDefault="00A03365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65" w:rsidRDefault="00A03365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2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365" w:rsidRPr="00B8442D" w:rsidRDefault="00A03365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365" w:rsidRPr="00B8442D" w:rsidRDefault="00A03365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1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365" w:rsidRPr="00B8442D" w:rsidRDefault="00A03365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365" w:rsidRPr="00B8442D" w:rsidRDefault="00A03365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2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3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4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5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A03365" w:rsidRPr="00B8442D" w:rsidRDefault="00A03365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6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7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38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A03365" w:rsidRPr="00B8442D" w:rsidRDefault="00A03365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39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40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41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A03365" w:rsidRPr="00B8442D" w:rsidRDefault="00A03365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2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3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4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A03365" w:rsidRPr="00B8442D" w:rsidRDefault="00A03365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5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65" w:rsidRDefault="00A03365" w:rsidP="005748E3">
      <w:pPr>
        <w:spacing w:after="0" w:line="240" w:lineRule="auto"/>
      </w:pPr>
      <w:r>
        <w:separator/>
      </w:r>
    </w:p>
  </w:footnote>
  <w:footnote w:type="continuationSeparator" w:id="0">
    <w:p w:rsidR="00A03365" w:rsidRDefault="00A03365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65" w:rsidRDefault="00A03365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3365" w:rsidRDefault="00A03365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A03365" w:rsidRDefault="00A03365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65" w:rsidRDefault="00A03365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914400</wp:posOffset>
          </wp:positionH>
          <wp:positionV relativeFrom="page">
            <wp:posOffset>3705225</wp:posOffset>
          </wp:positionV>
          <wp:extent cx="5762625" cy="5467350"/>
          <wp:effectExtent l="0" t="0" r="9525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A03365" w:rsidRPr="005D0996" w:rsidRDefault="00A03365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9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A03365" w:rsidRPr="005D0996" w:rsidRDefault="00A03365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A03365" w:rsidRPr="005D0996" w:rsidRDefault="00A03365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30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A03365" w:rsidRPr="005D0996" w:rsidRDefault="00A03365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3365" w:rsidRDefault="00A03365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A03365" w:rsidRDefault="00A03365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3709"/>
    <w:multiLevelType w:val="hybridMultilevel"/>
    <w:tmpl w:val="4064A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77B97"/>
    <w:multiLevelType w:val="hybridMultilevel"/>
    <w:tmpl w:val="3852F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30ECC"/>
    <w:rsid w:val="00031069"/>
    <w:rsid w:val="00033B0B"/>
    <w:rsid w:val="00041FD3"/>
    <w:rsid w:val="0006170F"/>
    <w:rsid w:val="00070AEC"/>
    <w:rsid w:val="00075B57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718F2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622"/>
    <w:rsid w:val="003E416A"/>
    <w:rsid w:val="00400383"/>
    <w:rsid w:val="00404107"/>
    <w:rsid w:val="00411FD4"/>
    <w:rsid w:val="004520A0"/>
    <w:rsid w:val="00477D62"/>
    <w:rsid w:val="004A3BCC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C197D"/>
    <w:rsid w:val="005D0996"/>
    <w:rsid w:val="005D4909"/>
    <w:rsid w:val="005E594C"/>
    <w:rsid w:val="00624106"/>
    <w:rsid w:val="00627525"/>
    <w:rsid w:val="00632733"/>
    <w:rsid w:val="00644C5F"/>
    <w:rsid w:val="00661D13"/>
    <w:rsid w:val="0067732A"/>
    <w:rsid w:val="006A41AD"/>
    <w:rsid w:val="006D2A35"/>
    <w:rsid w:val="006D3CE8"/>
    <w:rsid w:val="00701D82"/>
    <w:rsid w:val="007102C1"/>
    <w:rsid w:val="007112FB"/>
    <w:rsid w:val="007126C8"/>
    <w:rsid w:val="007A443E"/>
    <w:rsid w:val="007C5B1B"/>
    <w:rsid w:val="007E5FF0"/>
    <w:rsid w:val="00802E05"/>
    <w:rsid w:val="00803E28"/>
    <w:rsid w:val="00804042"/>
    <w:rsid w:val="00811182"/>
    <w:rsid w:val="0081317F"/>
    <w:rsid w:val="00813362"/>
    <w:rsid w:val="00850CED"/>
    <w:rsid w:val="00854725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C12E1"/>
    <w:rsid w:val="009D4370"/>
    <w:rsid w:val="009E0202"/>
    <w:rsid w:val="009F0327"/>
    <w:rsid w:val="009F0443"/>
    <w:rsid w:val="009F19EF"/>
    <w:rsid w:val="009F70D4"/>
    <w:rsid w:val="00A03365"/>
    <w:rsid w:val="00A04256"/>
    <w:rsid w:val="00A078E6"/>
    <w:rsid w:val="00A2369C"/>
    <w:rsid w:val="00A43026"/>
    <w:rsid w:val="00A46516"/>
    <w:rsid w:val="00A62728"/>
    <w:rsid w:val="00A90B05"/>
    <w:rsid w:val="00A90F95"/>
    <w:rsid w:val="00AA0074"/>
    <w:rsid w:val="00AA2AD4"/>
    <w:rsid w:val="00AB09A7"/>
    <w:rsid w:val="00AB7058"/>
    <w:rsid w:val="00AC0857"/>
    <w:rsid w:val="00B03018"/>
    <w:rsid w:val="00B03161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6B7"/>
    <w:rsid w:val="00C64AE2"/>
    <w:rsid w:val="00C943BB"/>
    <w:rsid w:val="00CB3119"/>
    <w:rsid w:val="00D065FF"/>
    <w:rsid w:val="00D14AB1"/>
    <w:rsid w:val="00D254A0"/>
    <w:rsid w:val="00D35CC3"/>
    <w:rsid w:val="00D37604"/>
    <w:rsid w:val="00D86277"/>
    <w:rsid w:val="00D94904"/>
    <w:rsid w:val="00DC01AB"/>
    <w:rsid w:val="00DC5770"/>
    <w:rsid w:val="00DD0B20"/>
    <w:rsid w:val="00DF1DE9"/>
    <w:rsid w:val="00E313CC"/>
    <w:rsid w:val="00E32912"/>
    <w:rsid w:val="00E339E8"/>
    <w:rsid w:val="00E4100D"/>
    <w:rsid w:val="00E463E3"/>
    <w:rsid w:val="00E6169F"/>
    <w:rsid w:val="00E722D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91BE6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2</cp:revision>
  <cp:lastPrinted>2019-01-18T11:11:00Z</cp:lastPrinted>
  <dcterms:created xsi:type="dcterms:W3CDTF">2019-06-28T14:02:00Z</dcterms:created>
  <dcterms:modified xsi:type="dcterms:W3CDTF">2019-06-28T14:02:00Z</dcterms:modified>
</cp:coreProperties>
</file>